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A8F31" w14:textId="163777FC" w:rsidR="00CD4982" w:rsidRPr="00CD4982" w:rsidRDefault="00C030F5" w:rsidP="00CD4982">
      <w:pPr>
        <w:keepNext/>
        <w:keepLines/>
        <w:spacing w:after="0"/>
        <w:jc w:val="right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bookmarkStart w:id="0" w:name="_Hlk86742123"/>
      <w:r w:rsidR="00CD4982" w:rsidRP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ZAŁĄCZNIK NR </w:t>
      </w:r>
      <w:r w:rsidR="00C76930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2</w:t>
      </w:r>
      <w:r w:rsidR="00CD4982" w:rsidRP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 </w:t>
      </w:r>
      <w:r w:rsid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–</w:t>
      </w:r>
      <w:r w:rsidR="00CD4982" w:rsidRP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 </w:t>
      </w:r>
      <w:r w:rsid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Wzór umowy</w:t>
      </w:r>
    </w:p>
    <w:p w14:paraId="7C240D2F" w14:textId="77777777" w:rsidR="00CD4982" w:rsidRPr="00CD4982" w:rsidRDefault="00CD4982" w:rsidP="00CD4982">
      <w:pPr>
        <w:keepNext/>
        <w:keepLines/>
        <w:spacing w:after="0"/>
        <w:jc w:val="left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</w:p>
    <w:p w14:paraId="0E1AC1BB" w14:textId="5FF5D71D" w:rsidR="00CD4982" w:rsidRPr="00CD4982" w:rsidRDefault="00CD4982" w:rsidP="00CD4982">
      <w:pPr>
        <w:keepNext/>
        <w:keepLines/>
        <w:spacing w:after="0"/>
        <w:jc w:val="left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 w:rsidRP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Nr sprawy:  OI.I.261.2.</w:t>
      </w:r>
      <w:r w:rsidR="00CA314A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62</w:t>
      </w:r>
      <w:r w:rsidRPr="00CD4982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.2021.AK  </w:t>
      </w:r>
    </w:p>
    <w:bookmarkEnd w:id="0"/>
    <w:p w14:paraId="6C95C348" w14:textId="77777777" w:rsidR="00CD4982" w:rsidRDefault="00CD4982" w:rsidP="00CD4982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</w:p>
    <w:p w14:paraId="500E288A" w14:textId="77777777" w:rsidR="00FD7054" w:rsidRDefault="00FD7054" w:rsidP="00CD4982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</w:p>
    <w:p w14:paraId="587E069D" w14:textId="32966E31" w:rsidR="00405A22" w:rsidRPr="00557ACE" w:rsidRDefault="00405A22" w:rsidP="00CD4982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  <w:bookmarkStart w:id="1" w:name="_Hlk87965302"/>
      <w:r w:rsidRPr="00557ACE">
        <w:rPr>
          <w:rFonts w:ascii="Arial" w:eastAsia="Times New Roman" w:hAnsi="Arial" w:cs="Arial"/>
          <w:b/>
          <w:lang w:eastAsia="pl-PL"/>
        </w:rPr>
        <w:t>UMOWA NR ………………..</w:t>
      </w:r>
    </w:p>
    <w:p w14:paraId="75D0A174" w14:textId="77777777" w:rsidR="00405A22" w:rsidRPr="00557ACE" w:rsidRDefault="00405A22" w:rsidP="00405A22">
      <w:pPr>
        <w:rPr>
          <w:rFonts w:ascii="Arial" w:eastAsia="Times New Roman" w:hAnsi="Arial" w:cs="Arial"/>
          <w:b/>
          <w:lang w:eastAsia="pl-PL"/>
        </w:rPr>
      </w:pPr>
    </w:p>
    <w:p w14:paraId="5FCED8F9" w14:textId="77777777" w:rsidR="00405A22" w:rsidRPr="00557ACE" w:rsidRDefault="00405A22" w:rsidP="00405A22">
      <w:pPr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>zawarta w dniu ……………….r. między:</w:t>
      </w:r>
    </w:p>
    <w:p w14:paraId="1D66AFC9" w14:textId="77777777" w:rsidR="00405A22" w:rsidRPr="00557ACE" w:rsidRDefault="00405A22" w:rsidP="00405A22">
      <w:pPr>
        <w:tabs>
          <w:tab w:val="left" w:pos="567"/>
        </w:tabs>
        <w:jc w:val="both"/>
        <w:rPr>
          <w:rFonts w:ascii="Arial" w:eastAsia="Times New Roman" w:hAnsi="Arial" w:cs="Arial"/>
          <w:lang w:eastAsia="pl-PL"/>
        </w:rPr>
      </w:pPr>
      <w:r w:rsidRPr="00BD1D33">
        <w:rPr>
          <w:rFonts w:ascii="Arial" w:eastAsia="Times New Roman" w:hAnsi="Arial" w:cs="Arial"/>
          <w:b/>
          <w:lang w:eastAsia="pl-PL"/>
        </w:rPr>
        <w:t>Skarbem Państwa - Regionalnym Dyrektorem Ochrony Środowiska w Gdańsku</w:t>
      </w:r>
      <w:r w:rsidRPr="00557ACE">
        <w:rPr>
          <w:rFonts w:ascii="Arial" w:eastAsia="Times New Roman" w:hAnsi="Arial" w:cs="Arial"/>
          <w:lang w:eastAsia="pl-PL"/>
        </w:rPr>
        <w:t xml:space="preserve">, </w:t>
      </w:r>
      <w:r w:rsidRPr="00557ACE">
        <w:rPr>
          <w:rFonts w:ascii="Arial" w:eastAsia="Times New Roman" w:hAnsi="Arial" w:cs="Arial"/>
          <w:lang w:eastAsia="pl-PL"/>
        </w:rPr>
        <w:br/>
        <w:t xml:space="preserve">ul. Chmielna 54/57, 80-748 Gdańsk NIP 583-304-72-93, REGON 22-07-00-750, </w:t>
      </w:r>
    </w:p>
    <w:p w14:paraId="07727802" w14:textId="273C2F31" w:rsidR="00405A22" w:rsidRPr="00557ACE" w:rsidRDefault="00405A22" w:rsidP="00405A22">
      <w:pPr>
        <w:tabs>
          <w:tab w:val="left" w:pos="567"/>
        </w:tabs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>reprezentowanym przez …………………………………</w:t>
      </w:r>
      <w:r w:rsidR="00CD4982">
        <w:rPr>
          <w:rFonts w:ascii="Arial" w:eastAsia="Times New Roman" w:hAnsi="Arial" w:cs="Arial"/>
          <w:lang w:eastAsia="pl-PL"/>
        </w:rPr>
        <w:t>……………………………………</w:t>
      </w:r>
      <w:r w:rsidRPr="00557ACE">
        <w:rPr>
          <w:rFonts w:ascii="Arial" w:eastAsia="Times New Roman" w:hAnsi="Arial" w:cs="Arial"/>
          <w:lang w:eastAsia="pl-PL"/>
        </w:rPr>
        <w:t xml:space="preserve">……..., </w:t>
      </w:r>
    </w:p>
    <w:p w14:paraId="4D728ADD" w14:textId="525606D8" w:rsidR="00405A22" w:rsidRPr="00557ACE" w:rsidRDefault="00405A22" w:rsidP="00405A22">
      <w:pPr>
        <w:tabs>
          <w:tab w:val="left" w:pos="567"/>
        </w:tabs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>zwanym dalej</w:t>
      </w:r>
      <w:r w:rsidRPr="00557ACE">
        <w:rPr>
          <w:rFonts w:ascii="Arial" w:eastAsia="Times New Roman" w:hAnsi="Arial" w:cs="Arial"/>
          <w:b/>
          <w:lang w:eastAsia="pl-PL"/>
        </w:rPr>
        <w:t xml:space="preserve"> </w:t>
      </w:r>
      <w:r w:rsidRPr="00CA314A">
        <w:rPr>
          <w:rFonts w:ascii="Arial" w:eastAsia="Times New Roman" w:hAnsi="Arial" w:cs="Arial"/>
          <w:b/>
          <w:bCs/>
          <w:lang w:eastAsia="pl-PL"/>
        </w:rPr>
        <w:t>„</w:t>
      </w:r>
      <w:r w:rsidR="00CA314A" w:rsidRPr="00CA314A">
        <w:rPr>
          <w:rFonts w:ascii="Arial" w:eastAsia="Times New Roman" w:hAnsi="Arial" w:cs="Arial"/>
          <w:b/>
          <w:bCs/>
          <w:lang w:eastAsia="pl-PL"/>
        </w:rPr>
        <w:t>Zleceniodawcą</w:t>
      </w:r>
      <w:r w:rsidRPr="00CA314A">
        <w:rPr>
          <w:rFonts w:ascii="Arial" w:eastAsia="Times New Roman" w:hAnsi="Arial" w:cs="Arial"/>
          <w:b/>
          <w:bCs/>
          <w:lang w:eastAsia="pl-PL"/>
        </w:rPr>
        <w:t>”</w:t>
      </w:r>
      <w:r w:rsidRPr="00CA314A">
        <w:rPr>
          <w:rFonts w:ascii="Arial" w:eastAsia="Times New Roman" w:hAnsi="Arial" w:cs="Arial"/>
          <w:lang w:eastAsia="pl-PL"/>
        </w:rPr>
        <w:t>,</w:t>
      </w:r>
    </w:p>
    <w:p w14:paraId="3E462B95" w14:textId="77777777" w:rsidR="00405A22" w:rsidRPr="00557ACE" w:rsidRDefault="00405A22" w:rsidP="00405A22">
      <w:pPr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>a</w:t>
      </w:r>
    </w:p>
    <w:p w14:paraId="781F1085" w14:textId="26D13BAB" w:rsidR="00405A22" w:rsidRDefault="00405A22" w:rsidP="00CD4982">
      <w:pPr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</w:t>
      </w:r>
      <w:r w:rsidR="00CD4982">
        <w:rPr>
          <w:rFonts w:ascii="Arial" w:eastAsia="Times New Roman" w:hAnsi="Arial" w:cs="Arial"/>
          <w:lang w:eastAsia="pl-PL"/>
        </w:rPr>
        <w:t>…………...</w:t>
      </w:r>
      <w:r w:rsidR="00CD4982">
        <w:rPr>
          <w:rFonts w:ascii="Arial" w:eastAsia="Times New Roman" w:hAnsi="Arial" w:cs="Arial"/>
          <w:lang w:eastAsia="pl-PL"/>
        </w:rPr>
        <w:br/>
      </w:r>
      <w:r w:rsidRPr="00557ACE">
        <w:rPr>
          <w:rFonts w:ascii="Arial" w:eastAsia="Times New Roman" w:hAnsi="Arial" w:cs="Arial"/>
          <w:lang w:eastAsia="pl-PL"/>
        </w:rPr>
        <w:t>reprezentowanym</w:t>
      </w:r>
      <w:r w:rsidR="00CD4982">
        <w:rPr>
          <w:rFonts w:ascii="Arial" w:eastAsia="Times New Roman" w:hAnsi="Arial" w:cs="Arial"/>
          <w:lang w:eastAsia="pl-PL"/>
        </w:rPr>
        <w:t xml:space="preserve"> </w:t>
      </w:r>
      <w:r w:rsidRPr="00557ACE">
        <w:rPr>
          <w:rFonts w:ascii="Arial" w:eastAsia="Times New Roman" w:hAnsi="Arial" w:cs="Arial"/>
          <w:lang w:eastAsia="pl-PL"/>
        </w:rPr>
        <w:t>przez</w:t>
      </w:r>
      <w:r w:rsidR="00CD4982">
        <w:rPr>
          <w:rFonts w:ascii="Arial" w:eastAsia="Times New Roman" w:hAnsi="Arial" w:cs="Arial"/>
          <w:lang w:eastAsia="pl-PL"/>
        </w:rPr>
        <w:t xml:space="preserve"> ………………</w:t>
      </w:r>
      <w:r w:rsidRPr="00557ACE">
        <w:rPr>
          <w:rFonts w:ascii="Arial" w:eastAsia="Times New Roman" w:hAnsi="Arial" w:cs="Arial"/>
          <w:lang w:eastAsia="pl-PL"/>
        </w:rPr>
        <w:t>………………………………………….................</w:t>
      </w:r>
      <w:r w:rsidR="00CD4982">
        <w:rPr>
          <w:rFonts w:ascii="Arial" w:eastAsia="Times New Roman" w:hAnsi="Arial" w:cs="Arial"/>
          <w:lang w:eastAsia="pl-PL"/>
        </w:rPr>
        <w:t>...........,</w:t>
      </w:r>
    </w:p>
    <w:p w14:paraId="43EADFBE" w14:textId="258FDC18" w:rsidR="00CD4982" w:rsidRPr="00557ACE" w:rsidRDefault="00CD4982" w:rsidP="00CD4982">
      <w:pPr>
        <w:jc w:val="both"/>
        <w:rPr>
          <w:rFonts w:ascii="Arial" w:eastAsia="Times New Roman" w:hAnsi="Arial" w:cs="Arial"/>
          <w:lang w:eastAsia="pl-PL"/>
        </w:rPr>
      </w:pPr>
      <w:r w:rsidRPr="00557ACE">
        <w:rPr>
          <w:rFonts w:ascii="Arial" w:eastAsia="Times New Roman" w:hAnsi="Arial" w:cs="Arial"/>
          <w:lang w:eastAsia="pl-PL"/>
        </w:rPr>
        <w:t xml:space="preserve">zwanym dalej </w:t>
      </w:r>
      <w:r w:rsidRPr="00CA314A">
        <w:rPr>
          <w:rFonts w:ascii="Arial" w:eastAsia="Times New Roman" w:hAnsi="Arial" w:cs="Arial"/>
          <w:b/>
          <w:bCs/>
          <w:lang w:eastAsia="pl-PL"/>
        </w:rPr>
        <w:t>„</w:t>
      </w:r>
      <w:r w:rsidR="00CA314A" w:rsidRPr="00CA314A">
        <w:rPr>
          <w:rFonts w:ascii="Arial" w:eastAsia="Times New Roman" w:hAnsi="Arial" w:cs="Arial"/>
          <w:b/>
          <w:bCs/>
          <w:lang w:eastAsia="pl-PL"/>
        </w:rPr>
        <w:t>Zleceniobiorcą</w:t>
      </w:r>
      <w:r w:rsidRPr="00CA314A">
        <w:rPr>
          <w:rFonts w:ascii="Arial" w:eastAsia="Times New Roman" w:hAnsi="Arial" w:cs="Arial"/>
          <w:b/>
          <w:bCs/>
          <w:lang w:eastAsia="pl-PL"/>
        </w:rPr>
        <w:t>”</w:t>
      </w:r>
      <w:r w:rsidRPr="00CA314A">
        <w:rPr>
          <w:rFonts w:ascii="Arial" w:eastAsia="Times New Roman" w:hAnsi="Arial" w:cs="Arial"/>
          <w:lang w:eastAsia="pl-PL"/>
        </w:rPr>
        <w:t>,</w:t>
      </w:r>
    </w:p>
    <w:p w14:paraId="5AC9BD78" w14:textId="77777777" w:rsidR="00405A22" w:rsidRPr="00557ACE" w:rsidRDefault="00405A22" w:rsidP="00405A2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7ACE">
        <w:rPr>
          <w:rFonts w:ascii="Arial" w:eastAsia="Times New Roman" w:hAnsi="Arial" w:cs="Arial"/>
          <w:lang w:eastAsia="pl-PL"/>
        </w:rPr>
        <w:t xml:space="preserve">- dalej łącznie zwani: „Stronami”, </w:t>
      </w:r>
      <w:r>
        <w:rPr>
          <w:rFonts w:ascii="Arial" w:hAnsi="Arial" w:cs="Arial"/>
        </w:rPr>
        <w:t>o</w:t>
      </w:r>
      <w:r w:rsidRPr="00557ACE">
        <w:rPr>
          <w:rFonts w:ascii="Arial" w:hAnsi="Arial" w:cs="Arial"/>
        </w:rPr>
        <w:t xml:space="preserve"> następującej treści</w:t>
      </w:r>
    </w:p>
    <w:bookmarkEnd w:id="1"/>
    <w:p w14:paraId="087687E1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16DEB755" w14:textId="77777777" w:rsidR="00FD7054" w:rsidRDefault="00FD7054" w:rsidP="00405A22">
      <w:pPr>
        <w:spacing w:after="0"/>
        <w:rPr>
          <w:rFonts w:ascii="Arial" w:hAnsi="Arial" w:cs="Arial"/>
          <w:b/>
          <w:lang w:eastAsia="pl-PL"/>
        </w:rPr>
      </w:pPr>
    </w:p>
    <w:p w14:paraId="0A9A08FD" w14:textId="0DC48B40" w:rsidR="00FD7054" w:rsidRDefault="00B91464" w:rsidP="00B91464">
      <w:pPr>
        <w:spacing w:after="0"/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PRZEDMIOT UMOWY</w:t>
      </w:r>
    </w:p>
    <w:p w14:paraId="464769B3" w14:textId="59D63AC9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§ 1</w:t>
      </w:r>
    </w:p>
    <w:p w14:paraId="667A30CF" w14:textId="1D42ED69" w:rsidR="00405A22" w:rsidRDefault="00405A22" w:rsidP="00405A2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557ACE">
        <w:rPr>
          <w:rFonts w:ascii="Arial" w:hAnsi="Arial" w:cs="Arial"/>
          <w:lang w:eastAsia="pl-PL"/>
        </w:rPr>
        <w:t xml:space="preserve">Przedmiotem niniejszej </w:t>
      </w:r>
      <w:r w:rsidR="00CD4982">
        <w:rPr>
          <w:rFonts w:ascii="Arial" w:hAnsi="Arial" w:cs="Arial"/>
          <w:lang w:eastAsia="pl-PL"/>
        </w:rPr>
        <w:t>U</w:t>
      </w:r>
      <w:r w:rsidRPr="00557ACE">
        <w:rPr>
          <w:rFonts w:ascii="Arial" w:hAnsi="Arial" w:cs="Arial"/>
          <w:lang w:eastAsia="pl-PL"/>
        </w:rPr>
        <w:t>mowy</w:t>
      </w:r>
      <w:r>
        <w:rPr>
          <w:rFonts w:ascii="Arial" w:hAnsi="Arial" w:cs="Arial"/>
          <w:lang w:eastAsia="pl-PL"/>
        </w:rPr>
        <w:t xml:space="preserve"> jest</w:t>
      </w:r>
      <w:r w:rsidRPr="00557ACE">
        <w:rPr>
          <w:rFonts w:ascii="Arial" w:hAnsi="Arial" w:cs="Arial"/>
          <w:lang w:eastAsia="pl-PL"/>
        </w:rPr>
        <w:t xml:space="preserve"> </w:t>
      </w:r>
      <w:r w:rsidR="00CA314A">
        <w:rPr>
          <w:rFonts w:ascii="Arial" w:hAnsi="Arial" w:cs="Arial"/>
          <w:lang w:eastAsia="pl-PL"/>
        </w:rPr>
        <w:t xml:space="preserve">świadczenie na rzecz Zleceniodawcy usług medycznych w zakresie medycyny pracy, w tym m.in. wykonywanie badań wstępnych, okresowych i kontrolnych oraz innych usług zdrowotnych świadczonych zgodnie </w:t>
      </w:r>
      <w:r w:rsidR="00CA314A">
        <w:rPr>
          <w:rFonts w:ascii="Arial" w:hAnsi="Arial" w:cs="Arial"/>
          <w:lang w:eastAsia="pl-PL"/>
        </w:rPr>
        <w:br/>
        <w:t>z obowiązującymi przepisami prawa pracy.</w:t>
      </w:r>
    </w:p>
    <w:p w14:paraId="5BB5A60F" w14:textId="2721874E" w:rsidR="00B1271A" w:rsidRDefault="00CA314A" w:rsidP="00405A2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 obowiązków Zleceniobiorcy należy, w szczególności</w:t>
      </w:r>
      <w:r w:rsidR="00B1271A">
        <w:rPr>
          <w:rFonts w:ascii="Arial" w:hAnsi="Arial" w:cs="Arial"/>
          <w:lang w:eastAsia="pl-PL"/>
        </w:rPr>
        <w:t>:</w:t>
      </w:r>
    </w:p>
    <w:p w14:paraId="2DB42503" w14:textId="246302F9" w:rsidR="00B1271A" w:rsidRDefault="00CA314A" w:rsidP="0012630D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Wykonywanie badań wstępnych, okresowych i kontrolnych</w:t>
      </w:r>
      <w:r w:rsidR="0012630D">
        <w:rPr>
          <w:rFonts w:ascii="Arial" w:hAnsi="Arial" w:cs="Arial"/>
          <w:lang w:eastAsia="pl-PL"/>
        </w:rPr>
        <w:t>,</w:t>
      </w:r>
    </w:p>
    <w:p w14:paraId="5F713A8C" w14:textId="0E5439D8" w:rsidR="00B1271A" w:rsidRDefault="00CA314A" w:rsidP="0012630D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Orzecznictwo lekarskie do celów przewidzianych w kodeksie pracy i w przepisach wydanych na jego podstawie</w:t>
      </w:r>
      <w:r w:rsidR="0012630D">
        <w:rPr>
          <w:rFonts w:ascii="Arial" w:hAnsi="Arial" w:cs="Arial"/>
        </w:rPr>
        <w:t>,</w:t>
      </w:r>
    </w:p>
    <w:p w14:paraId="503BBF87" w14:textId="0B832A44" w:rsidR="00CA314A" w:rsidRDefault="00CA314A" w:rsidP="0012630D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Ocena możliwości wykonywania pracy uwzględniająca stan zdrowia </w:t>
      </w:r>
      <w:r w:rsidR="002C6C1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zagrożenia występujące w miejscu pracy</w:t>
      </w:r>
      <w:r w:rsidR="00D17EAB">
        <w:rPr>
          <w:rFonts w:ascii="Arial" w:hAnsi="Arial" w:cs="Arial"/>
        </w:rPr>
        <w:t>,</w:t>
      </w:r>
    </w:p>
    <w:p w14:paraId="6744207C" w14:textId="46C1488D" w:rsidR="00D17EAB" w:rsidRDefault="00D17EAB" w:rsidP="0012630D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Gromadzenie przechowywanie i przetwarzanie informacji o ryzyku zawodowym i stanie zdrowia pracowników objętych profilaktyczną opieką medyczną.</w:t>
      </w:r>
    </w:p>
    <w:p w14:paraId="00091641" w14:textId="2F62187D" w:rsidR="00A21FE6" w:rsidRPr="00A21FE6" w:rsidRDefault="00A21FE6" w:rsidP="00A21FE6">
      <w:pPr>
        <w:pStyle w:val="Akapitzlist"/>
        <w:numPr>
          <w:ilvl w:val="0"/>
          <w:numId w:val="20"/>
        </w:numPr>
        <w:ind w:left="567" w:hanging="283"/>
        <w:rPr>
          <w:rFonts w:ascii="Arial" w:hAnsi="Arial" w:cs="Arial"/>
          <w:lang w:eastAsia="pl-PL"/>
        </w:rPr>
      </w:pPr>
      <w:r w:rsidRPr="00A21FE6">
        <w:rPr>
          <w:rFonts w:ascii="Arial" w:hAnsi="Arial" w:cs="Arial"/>
          <w:lang w:eastAsia="pl-PL"/>
        </w:rPr>
        <w:t>udział lekarza medycyny pracy w komisjach związanych z bezpieczeństwem i higieną pracy.</w:t>
      </w:r>
    </w:p>
    <w:p w14:paraId="5915AEC2" w14:textId="0968F49F" w:rsidR="0012630D" w:rsidRDefault="0012630D" w:rsidP="00405A2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Szczegółowy opis Przedmiotu Umowy stanowi załącznik nr 1 do Umowy, będący integralną częścią Umowy.</w:t>
      </w:r>
    </w:p>
    <w:p w14:paraId="0CE3E9E7" w14:textId="77777777" w:rsidR="00405A22" w:rsidRPr="00052D1A" w:rsidRDefault="00405A22" w:rsidP="00052D1A">
      <w:pPr>
        <w:spacing w:after="0"/>
        <w:jc w:val="both"/>
        <w:rPr>
          <w:rFonts w:ascii="Arial" w:hAnsi="Arial" w:cs="Arial"/>
          <w:lang w:eastAsia="pl-PL"/>
        </w:rPr>
      </w:pPr>
    </w:p>
    <w:p w14:paraId="1E90EAB5" w14:textId="77777777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bookmarkStart w:id="2" w:name="_Hlk87950481"/>
      <w:r w:rsidRPr="00557ACE">
        <w:rPr>
          <w:rFonts w:ascii="Arial" w:hAnsi="Arial" w:cs="Arial"/>
          <w:b/>
          <w:lang w:eastAsia="pl-PL"/>
        </w:rPr>
        <w:t>§</w:t>
      </w:r>
      <w:bookmarkEnd w:id="2"/>
      <w:r w:rsidRPr="00557ACE">
        <w:rPr>
          <w:rFonts w:ascii="Arial" w:hAnsi="Arial" w:cs="Arial"/>
          <w:b/>
          <w:lang w:eastAsia="pl-PL"/>
        </w:rPr>
        <w:t xml:space="preserve"> 2</w:t>
      </w:r>
    </w:p>
    <w:p w14:paraId="77010C3A" w14:textId="68447487" w:rsidR="00405A22" w:rsidRPr="00557ACE" w:rsidRDefault="00D17EAB" w:rsidP="00FD7054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TERMIN UMOWY</w:t>
      </w:r>
    </w:p>
    <w:p w14:paraId="495064B7" w14:textId="75398923" w:rsidR="009375FB" w:rsidRDefault="00405A22" w:rsidP="009375FB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/>
          <w:lang w:eastAsia="pl-PL"/>
        </w:rPr>
      </w:pPr>
      <w:r w:rsidRPr="009375FB">
        <w:rPr>
          <w:rFonts w:ascii="Arial" w:hAnsi="Arial" w:cs="Arial"/>
          <w:lang w:eastAsia="pl-PL"/>
        </w:rPr>
        <w:t xml:space="preserve">Umowa </w:t>
      </w:r>
      <w:r w:rsidR="00C43E92">
        <w:rPr>
          <w:rFonts w:ascii="Arial" w:hAnsi="Arial" w:cs="Arial"/>
          <w:lang w:eastAsia="pl-PL"/>
        </w:rPr>
        <w:t>zastaje zawarta na okres</w:t>
      </w:r>
      <w:r w:rsidRPr="009375FB">
        <w:rPr>
          <w:rFonts w:ascii="Arial" w:hAnsi="Arial" w:cs="Arial"/>
          <w:lang w:eastAsia="pl-PL"/>
        </w:rPr>
        <w:t xml:space="preserve"> </w:t>
      </w:r>
      <w:r w:rsidR="00FD663F" w:rsidRPr="009375FB">
        <w:rPr>
          <w:rFonts w:ascii="Arial" w:hAnsi="Arial" w:cs="Arial"/>
          <w:b/>
          <w:lang w:eastAsia="pl-PL"/>
        </w:rPr>
        <w:t xml:space="preserve">od </w:t>
      </w:r>
      <w:r w:rsidR="00A21FE6">
        <w:rPr>
          <w:rFonts w:ascii="Arial" w:hAnsi="Arial" w:cs="Arial"/>
          <w:b/>
          <w:lang w:eastAsia="pl-PL"/>
        </w:rPr>
        <w:t>………………….</w:t>
      </w:r>
      <w:r w:rsidR="00FD663F" w:rsidRPr="009375FB">
        <w:rPr>
          <w:rFonts w:ascii="Arial" w:hAnsi="Arial" w:cs="Arial"/>
          <w:b/>
          <w:lang w:eastAsia="pl-PL"/>
        </w:rPr>
        <w:t xml:space="preserve"> do dnia </w:t>
      </w:r>
      <w:r w:rsidR="00A21FE6">
        <w:rPr>
          <w:rFonts w:ascii="Arial" w:hAnsi="Arial" w:cs="Arial"/>
          <w:b/>
          <w:lang w:eastAsia="pl-PL"/>
        </w:rPr>
        <w:t>……………….</w:t>
      </w:r>
      <w:r w:rsidRPr="009375FB">
        <w:rPr>
          <w:rFonts w:ascii="Arial" w:hAnsi="Arial" w:cs="Arial"/>
          <w:b/>
          <w:lang w:eastAsia="pl-PL"/>
        </w:rPr>
        <w:t>.</w:t>
      </w:r>
      <w:r w:rsidR="00D17EAB">
        <w:rPr>
          <w:rFonts w:ascii="Arial" w:hAnsi="Arial" w:cs="Arial"/>
          <w:b/>
          <w:lang w:eastAsia="pl-PL"/>
        </w:rPr>
        <w:t xml:space="preserve"> </w:t>
      </w:r>
      <w:r w:rsidR="00D17EAB">
        <w:rPr>
          <w:rFonts w:ascii="Arial" w:hAnsi="Arial" w:cs="Arial"/>
          <w:bCs/>
          <w:lang w:eastAsia="pl-PL"/>
        </w:rPr>
        <w:t xml:space="preserve">lub do wyczerpania kwoty o której mowa w  </w:t>
      </w:r>
      <w:r w:rsidR="00C43E92" w:rsidRPr="00C43E92">
        <w:rPr>
          <w:rFonts w:ascii="Arial" w:hAnsi="Arial" w:cs="Arial"/>
          <w:bCs/>
          <w:lang w:eastAsia="pl-PL"/>
        </w:rPr>
        <w:t>§</w:t>
      </w:r>
      <w:r w:rsidR="00C43E92">
        <w:rPr>
          <w:rFonts w:ascii="Arial" w:hAnsi="Arial" w:cs="Arial"/>
          <w:bCs/>
          <w:lang w:eastAsia="pl-PL"/>
        </w:rPr>
        <w:t xml:space="preserve"> 3, ust. 1 Umowy.</w:t>
      </w:r>
    </w:p>
    <w:p w14:paraId="1F676418" w14:textId="66334BFD" w:rsidR="009375FB" w:rsidRPr="001650A8" w:rsidRDefault="009375FB" w:rsidP="00405A22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/>
          <w:lang w:eastAsia="pl-PL"/>
        </w:rPr>
      </w:pPr>
      <w:r w:rsidRPr="009375FB">
        <w:rPr>
          <w:rFonts w:ascii="Arial" w:hAnsi="Arial" w:cs="Arial"/>
          <w:color w:val="222A35"/>
        </w:rPr>
        <w:lastRenderedPageBreak/>
        <w:t>Wykonawca jest zobowiązany zawiadomić Zamawiającego na piśmie lub mailem o każdej przeszkodzie, która może mieć wpływ na ustalon</w:t>
      </w:r>
      <w:r w:rsidR="00A21FE6">
        <w:rPr>
          <w:rFonts w:ascii="Arial" w:hAnsi="Arial" w:cs="Arial"/>
          <w:color w:val="222A35"/>
        </w:rPr>
        <w:t>y</w:t>
      </w:r>
      <w:r w:rsidRPr="009375FB">
        <w:rPr>
          <w:rFonts w:ascii="Arial" w:hAnsi="Arial" w:cs="Arial"/>
          <w:color w:val="222A35"/>
        </w:rPr>
        <w:t xml:space="preserve"> termin realizacji Umowy wraz </w:t>
      </w:r>
      <w:r w:rsidRPr="009375FB">
        <w:rPr>
          <w:rFonts w:ascii="Arial" w:hAnsi="Arial" w:cs="Arial"/>
          <w:color w:val="222A35"/>
        </w:rPr>
        <w:br/>
        <w:t>z podaniem przyczyny, w terminie 3 dni od daty powzięcia informacji o przeszkodzie.</w:t>
      </w:r>
    </w:p>
    <w:p w14:paraId="54ECDC97" w14:textId="77777777" w:rsidR="00405A22" w:rsidRPr="00557ACE" w:rsidRDefault="00405A22" w:rsidP="00405A22">
      <w:pPr>
        <w:spacing w:after="0"/>
        <w:jc w:val="both"/>
        <w:rPr>
          <w:rFonts w:ascii="Arial" w:hAnsi="Arial" w:cs="Arial"/>
          <w:lang w:eastAsia="pl-PL"/>
        </w:rPr>
      </w:pPr>
    </w:p>
    <w:p w14:paraId="1DD7772E" w14:textId="77777777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§ 3</w:t>
      </w:r>
    </w:p>
    <w:p w14:paraId="28169894" w14:textId="31E25910" w:rsidR="00405A22" w:rsidRPr="00557ACE" w:rsidRDefault="00405A22" w:rsidP="00FD7054">
      <w:pPr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WARUNKI PŁATNOŚCI</w:t>
      </w:r>
    </w:p>
    <w:p w14:paraId="05E839C4" w14:textId="3D743430" w:rsidR="00405A22" w:rsidRDefault="00A912B9" w:rsidP="00405A2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 należyte wykonywanie niniejszej Umowy Zleceniodawca będzie uiszczał na rzecz Zleceniobiorcy wynagrodzenie wyliczone w oparciu o ceny usług wskazane w złożonej ofercie, stanowiącej załącznik nr 2 do niniejszej Umowy. Maksymalne wynagrodzenie </w:t>
      </w:r>
      <w:r>
        <w:rPr>
          <w:rFonts w:ascii="Arial" w:hAnsi="Arial" w:cs="Arial"/>
          <w:lang w:eastAsia="pl-PL"/>
        </w:rPr>
        <w:br/>
        <w:t>z tytułu realizacji postanowień niniejszej umowy wynosi:</w:t>
      </w:r>
    </w:p>
    <w:p w14:paraId="360A324A" w14:textId="78E6E646" w:rsidR="00A912B9" w:rsidRPr="00557ACE" w:rsidRDefault="00A912B9" w:rsidP="00A912B9">
      <w:pPr>
        <w:pStyle w:val="Akapitzlist"/>
        <w:spacing w:after="0"/>
        <w:ind w:left="284"/>
        <w:jc w:val="both"/>
        <w:rPr>
          <w:rFonts w:ascii="Arial" w:hAnsi="Arial" w:cs="Arial"/>
          <w:lang w:eastAsia="pl-PL"/>
        </w:rPr>
      </w:pPr>
      <w:r w:rsidRPr="00A912B9">
        <w:rPr>
          <w:rFonts w:ascii="Arial" w:hAnsi="Arial" w:cs="Arial"/>
          <w:lang w:eastAsia="pl-PL"/>
        </w:rPr>
        <w:t>brutto ……………. złotych (słownie złotych: ...……………………………………….. 00/100).</w:t>
      </w:r>
    </w:p>
    <w:p w14:paraId="2DB31985" w14:textId="5CBB3B0C" w:rsidR="00A912B9" w:rsidRDefault="006C18F0" w:rsidP="00071DC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Zleceniodawca nie jest zobowiązany do zlecania Zleceniobiorcy usług, które wyczerpią całą kwotę, o której mowa w ust. 1.</w:t>
      </w:r>
    </w:p>
    <w:p w14:paraId="14E821D1" w14:textId="61DE7887" w:rsidR="00405A22" w:rsidRPr="00557ACE" w:rsidRDefault="00405A22" w:rsidP="00405A2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557ACE">
        <w:rPr>
          <w:rFonts w:ascii="Arial" w:hAnsi="Arial" w:cs="Arial"/>
          <w:lang w:eastAsia="pl-PL"/>
        </w:rPr>
        <w:t xml:space="preserve">Zapłata wynagrodzenia następować będzie w formie przelewu na rachunek bankowy wskazany przez </w:t>
      </w:r>
      <w:r w:rsidR="00DA5091">
        <w:rPr>
          <w:rFonts w:ascii="Arial" w:hAnsi="Arial" w:cs="Arial"/>
          <w:lang w:eastAsia="pl-PL"/>
        </w:rPr>
        <w:t>Zleceniodawcę</w:t>
      </w:r>
      <w:r w:rsidRPr="00557ACE">
        <w:rPr>
          <w:rFonts w:ascii="Arial" w:hAnsi="Arial" w:cs="Arial"/>
          <w:lang w:eastAsia="pl-PL"/>
        </w:rPr>
        <w:t xml:space="preserve">, w terminie </w:t>
      </w:r>
      <w:r w:rsidR="00A912B9">
        <w:rPr>
          <w:rFonts w:ascii="Arial" w:hAnsi="Arial" w:cs="Arial"/>
          <w:lang w:eastAsia="pl-PL"/>
        </w:rPr>
        <w:t>21</w:t>
      </w:r>
      <w:r w:rsidRPr="00557ACE">
        <w:rPr>
          <w:rFonts w:ascii="Arial" w:hAnsi="Arial" w:cs="Arial"/>
          <w:lang w:eastAsia="pl-PL"/>
        </w:rPr>
        <w:t xml:space="preserve"> dni od daty przedłożenia </w:t>
      </w:r>
      <w:r w:rsidR="00A912B9">
        <w:rPr>
          <w:rFonts w:ascii="Arial" w:hAnsi="Arial" w:cs="Arial"/>
          <w:lang w:eastAsia="pl-PL"/>
        </w:rPr>
        <w:t xml:space="preserve">Zleceniodawcy </w:t>
      </w:r>
      <w:r w:rsidRPr="00557ACE">
        <w:rPr>
          <w:rFonts w:ascii="Arial" w:hAnsi="Arial" w:cs="Arial"/>
          <w:lang w:eastAsia="pl-PL"/>
        </w:rPr>
        <w:t>prawidłowo wystawionej faktury VAT.</w:t>
      </w:r>
    </w:p>
    <w:p w14:paraId="7839024B" w14:textId="73E7A461" w:rsidR="0070450A" w:rsidRPr="000F3F82" w:rsidRDefault="0070450A" w:rsidP="0070450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D0D0D" w:themeColor="text1" w:themeTint="F2"/>
          <w:lang w:eastAsia="pl-PL"/>
        </w:rPr>
      </w:pPr>
      <w:r w:rsidRPr="000F3F82">
        <w:rPr>
          <w:rFonts w:ascii="Arial" w:eastAsia="Times New Roman" w:hAnsi="Arial" w:cs="Arial"/>
          <w:color w:val="0D0D0D" w:themeColor="text1" w:themeTint="F2"/>
          <w:lang w:eastAsia="pl-PL"/>
        </w:rPr>
        <w:t xml:space="preserve">Jako dzień zapłaty Strony ustalają dzień obciążenia rachunku bankowego </w:t>
      </w:r>
      <w:r w:rsidR="00A21FE6">
        <w:rPr>
          <w:rFonts w:ascii="Arial" w:eastAsia="Times New Roman" w:hAnsi="Arial" w:cs="Arial"/>
          <w:color w:val="0D0D0D" w:themeColor="text1" w:themeTint="F2"/>
          <w:lang w:eastAsia="pl-PL"/>
        </w:rPr>
        <w:t>Zleceniodawcy</w:t>
      </w:r>
      <w:r w:rsidRPr="000F3F82">
        <w:rPr>
          <w:rFonts w:ascii="Arial" w:eastAsia="Times New Roman" w:hAnsi="Arial" w:cs="Arial"/>
          <w:color w:val="0D0D0D" w:themeColor="text1" w:themeTint="F2"/>
          <w:lang w:eastAsia="pl-PL"/>
        </w:rPr>
        <w:t>.</w:t>
      </w:r>
    </w:p>
    <w:p w14:paraId="6F411D95" w14:textId="1A144121" w:rsidR="0070450A" w:rsidRPr="000F3F82" w:rsidRDefault="0070450A" w:rsidP="0070450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D0D0D" w:themeColor="text1" w:themeTint="F2"/>
          <w:lang w:eastAsia="pl-PL"/>
        </w:rPr>
      </w:pPr>
      <w:r w:rsidRPr="000F3F82">
        <w:rPr>
          <w:rFonts w:ascii="Arial" w:hAnsi="Arial" w:cs="Arial"/>
          <w:color w:val="0D0D0D" w:themeColor="text1" w:themeTint="F2"/>
        </w:rPr>
        <w:t>Dane do wystawienia faktury: Regionalna Dyrekcja Ochrony Środowiska w Gdańsku, ul. Chmielna 54/57, 80-748 Gdańsk.</w:t>
      </w:r>
    </w:p>
    <w:p w14:paraId="28641B28" w14:textId="0A95F500" w:rsidR="0070450A" w:rsidRPr="000F3F82" w:rsidRDefault="0070450A" w:rsidP="0012630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D0D0D" w:themeColor="text1" w:themeTint="F2"/>
          <w:lang w:eastAsia="pl-PL"/>
        </w:rPr>
      </w:pPr>
      <w:r w:rsidRPr="000F3F82">
        <w:rPr>
          <w:rFonts w:ascii="Arial" w:eastAsia="Times New Roman" w:hAnsi="Arial" w:cs="Arial"/>
          <w:color w:val="0D0D0D" w:themeColor="text1" w:themeTint="F2"/>
          <w:lang w:eastAsia="pl-PL"/>
        </w:rPr>
        <w:t xml:space="preserve">Adresem doręczenia </w:t>
      </w:r>
      <w:r w:rsidR="00A21FE6">
        <w:rPr>
          <w:rFonts w:ascii="Arial" w:eastAsia="Times New Roman" w:hAnsi="Arial" w:cs="Arial"/>
          <w:color w:val="0D0D0D" w:themeColor="text1" w:themeTint="F2"/>
          <w:lang w:eastAsia="pl-PL"/>
        </w:rPr>
        <w:t>Zleceniodawcy</w:t>
      </w:r>
      <w:r w:rsidRPr="000F3F82">
        <w:rPr>
          <w:rFonts w:ascii="Arial" w:eastAsia="Times New Roman" w:hAnsi="Arial" w:cs="Arial"/>
          <w:color w:val="0D0D0D" w:themeColor="text1" w:themeTint="F2"/>
          <w:lang w:eastAsia="pl-PL"/>
        </w:rPr>
        <w:t xml:space="preserve"> faktury jest: Regionalna Dyrekcja Ochrony Środowiska w Gdańsku, ul. Chmielna 54/57, 80-748 Gdańsk.</w:t>
      </w:r>
    </w:p>
    <w:p w14:paraId="1B7EC7D7" w14:textId="77777777" w:rsidR="00FD7054" w:rsidRDefault="00FD7054" w:rsidP="00D22997">
      <w:pPr>
        <w:spacing w:after="0"/>
        <w:jc w:val="both"/>
        <w:rPr>
          <w:rFonts w:ascii="Arial" w:hAnsi="Arial" w:cs="Arial"/>
          <w:b/>
          <w:lang w:eastAsia="pl-PL"/>
        </w:rPr>
      </w:pPr>
    </w:p>
    <w:p w14:paraId="6B4648CC" w14:textId="17651261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§ 4</w:t>
      </w:r>
    </w:p>
    <w:p w14:paraId="43578A32" w14:textId="7322A9BF" w:rsidR="00405A22" w:rsidRPr="00557ACE" w:rsidRDefault="00DA5091" w:rsidP="00FD7054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OŚWIADCZENIA I </w:t>
      </w:r>
      <w:r w:rsidR="00405A22" w:rsidRPr="00557ACE">
        <w:rPr>
          <w:rFonts w:ascii="Arial" w:hAnsi="Arial" w:cs="Arial"/>
          <w:b/>
          <w:lang w:eastAsia="pl-PL"/>
        </w:rPr>
        <w:t>O</w:t>
      </w:r>
      <w:r>
        <w:rPr>
          <w:rFonts w:ascii="Arial" w:hAnsi="Arial" w:cs="Arial"/>
          <w:b/>
          <w:lang w:eastAsia="pl-PL"/>
        </w:rPr>
        <w:t>BOWIĄZKI ZLECENIOBIORCY</w:t>
      </w:r>
    </w:p>
    <w:p w14:paraId="6A809F2B" w14:textId="384B2153" w:rsidR="00405A22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>Zleceniobiorca oświadcza, że jest uprawniony do wykonywania w pełnym zakresie usług medycznych, opisanych art. 229 kodeksu pracy, w sposób zgodny z postanowieniami Rozporządzenia Ministra Zdrowia i Opieki Społecznej z dnia 30</w:t>
      </w:r>
      <w:r>
        <w:rPr>
          <w:rFonts w:ascii="Arial" w:hAnsi="Arial" w:cs="Arial"/>
          <w:lang w:eastAsia="pl-PL"/>
        </w:rPr>
        <w:t xml:space="preserve"> maja </w:t>
      </w:r>
      <w:r w:rsidRPr="0033114C">
        <w:rPr>
          <w:rFonts w:ascii="Arial" w:hAnsi="Arial" w:cs="Arial"/>
          <w:lang w:eastAsia="pl-PL"/>
        </w:rPr>
        <w:t>1996r. w sprawie przeprowadzania badań lekarskich pracowników, zakresu profilaktycznej opieki zdrowotnej nad pracownikami oraz orzeczeń lekarskich wydawanych do celów przewidzianych w kodeksie pracy (</w:t>
      </w:r>
      <w:bookmarkStart w:id="3" w:name="_Hlk88029704"/>
      <w:r w:rsidRPr="0033114C">
        <w:rPr>
          <w:rFonts w:ascii="Arial" w:hAnsi="Arial" w:cs="Arial"/>
          <w:lang w:eastAsia="pl-PL"/>
        </w:rPr>
        <w:t>Dz. U. z 2020r., poz. 1320 ze zm.</w:t>
      </w:r>
      <w:bookmarkEnd w:id="3"/>
      <w:r w:rsidRPr="0033114C">
        <w:rPr>
          <w:rFonts w:ascii="Arial" w:hAnsi="Arial" w:cs="Arial"/>
          <w:lang w:eastAsia="pl-PL"/>
        </w:rPr>
        <w:t xml:space="preserve">) oraz zadań określonych ustawą z </w:t>
      </w:r>
      <w:r>
        <w:rPr>
          <w:rFonts w:ascii="Arial" w:hAnsi="Arial" w:cs="Arial"/>
          <w:lang w:eastAsia="pl-PL"/>
        </w:rPr>
        <w:t xml:space="preserve">dnia </w:t>
      </w:r>
      <w:r w:rsidRPr="0033114C">
        <w:rPr>
          <w:rFonts w:ascii="Arial" w:hAnsi="Arial" w:cs="Arial"/>
          <w:lang w:eastAsia="pl-PL"/>
        </w:rPr>
        <w:t>27</w:t>
      </w:r>
      <w:r>
        <w:rPr>
          <w:rFonts w:ascii="Arial" w:hAnsi="Arial" w:cs="Arial"/>
          <w:lang w:eastAsia="pl-PL"/>
        </w:rPr>
        <w:t xml:space="preserve"> czerwca </w:t>
      </w:r>
      <w:r w:rsidRPr="0033114C">
        <w:rPr>
          <w:rFonts w:ascii="Arial" w:hAnsi="Arial" w:cs="Arial"/>
          <w:lang w:eastAsia="pl-PL"/>
        </w:rPr>
        <w:t>1997r. o służbie medycyny pracy (Dz. U. z 2019r., poz. 1175 ze zm.).</w:t>
      </w:r>
      <w:r w:rsidR="002C5EFC" w:rsidRPr="0033114C">
        <w:rPr>
          <w:rFonts w:ascii="Arial" w:hAnsi="Arial" w:cs="Arial"/>
          <w:lang w:eastAsia="pl-PL"/>
        </w:rPr>
        <w:t xml:space="preserve">Po zakończeniu obowiązywania </w:t>
      </w:r>
      <w:r w:rsidR="009761AA" w:rsidRPr="0033114C">
        <w:rPr>
          <w:rFonts w:ascii="Arial" w:hAnsi="Arial" w:cs="Arial"/>
          <w:lang w:eastAsia="pl-PL"/>
        </w:rPr>
        <w:t>U</w:t>
      </w:r>
      <w:r w:rsidR="00EC788E" w:rsidRPr="0033114C">
        <w:rPr>
          <w:rFonts w:ascii="Arial" w:hAnsi="Arial" w:cs="Arial"/>
          <w:lang w:eastAsia="pl-PL"/>
        </w:rPr>
        <w:t>mowy</w:t>
      </w:r>
      <w:r>
        <w:rPr>
          <w:rFonts w:ascii="Arial" w:hAnsi="Arial" w:cs="Arial"/>
          <w:lang w:eastAsia="pl-PL"/>
        </w:rPr>
        <w:t>.</w:t>
      </w:r>
    </w:p>
    <w:p w14:paraId="6C1D168A" w14:textId="63E58EB3" w:rsid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>Zleceniobiorca oświadcza, że spełnia wymogi zawarte w rozporządzeniu Ministra Zdrowia z dnia  26  marca  2019  r.  w  sprawie  szczegółowych  wymagań,  jakim  powinny  odpowiadać pomieszczenia i urządzenia podmiotu wykonującego działalność leczniczą  (D.  U.  z  2019 r. poz. 595</w:t>
      </w:r>
      <w:r w:rsidR="00A21FE6">
        <w:rPr>
          <w:rFonts w:ascii="Arial" w:hAnsi="Arial" w:cs="Arial"/>
          <w:lang w:eastAsia="pl-PL"/>
        </w:rPr>
        <w:t xml:space="preserve"> ze zm.</w:t>
      </w:r>
      <w:r w:rsidRPr="0033114C">
        <w:rPr>
          <w:rFonts w:ascii="Arial" w:hAnsi="Arial" w:cs="Arial"/>
          <w:lang w:eastAsia="pl-PL"/>
        </w:rPr>
        <w:t>)</w:t>
      </w:r>
      <w:r>
        <w:rPr>
          <w:rFonts w:ascii="Arial" w:hAnsi="Arial" w:cs="Arial"/>
          <w:lang w:eastAsia="pl-PL"/>
        </w:rPr>
        <w:t>.</w:t>
      </w:r>
    </w:p>
    <w:p w14:paraId="19C19C16" w14:textId="56006E2B" w:rsid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>Zleceniobiorca zobowiązuje się świadczyć usługi zgodnie z obowiązującymi przepisami</w:t>
      </w:r>
      <w:r>
        <w:rPr>
          <w:rFonts w:ascii="Arial" w:hAnsi="Arial" w:cs="Arial"/>
          <w:lang w:eastAsia="pl-PL"/>
        </w:rPr>
        <w:t xml:space="preserve"> prawa</w:t>
      </w:r>
      <w:r w:rsidRPr="0033114C">
        <w:rPr>
          <w:rFonts w:ascii="Arial" w:hAnsi="Arial" w:cs="Arial"/>
          <w:lang w:eastAsia="pl-PL"/>
        </w:rPr>
        <w:t xml:space="preserve"> z należytą starannością i ze wskazaniami aktualnej wiedzy medycznej, dostępnymi mu metodami i środkami rozpoznania chorób oraz zasadami etyki zawodowej, respektując prawa</w:t>
      </w:r>
      <w:r>
        <w:rPr>
          <w:rFonts w:ascii="Arial" w:hAnsi="Arial" w:cs="Arial"/>
          <w:lang w:eastAsia="pl-PL"/>
        </w:rPr>
        <w:t xml:space="preserve"> </w:t>
      </w:r>
      <w:r w:rsidRPr="0033114C">
        <w:rPr>
          <w:rFonts w:ascii="Arial" w:hAnsi="Arial" w:cs="Arial"/>
          <w:lang w:eastAsia="pl-PL"/>
        </w:rPr>
        <w:t xml:space="preserve">badanego. </w:t>
      </w:r>
    </w:p>
    <w:p w14:paraId="756705C3" w14:textId="77777777" w:rsid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 xml:space="preserve">Zleceniobiorca oświadcza, że prowadzi zarejestrowana działalność gospodarcza </w:t>
      </w:r>
      <w:r>
        <w:rPr>
          <w:rFonts w:ascii="Arial" w:hAnsi="Arial" w:cs="Arial"/>
          <w:lang w:eastAsia="pl-PL"/>
        </w:rPr>
        <w:br/>
      </w:r>
      <w:r w:rsidRPr="0033114C">
        <w:rPr>
          <w:rFonts w:ascii="Arial" w:hAnsi="Arial" w:cs="Arial"/>
          <w:lang w:eastAsia="pl-PL"/>
        </w:rPr>
        <w:t xml:space="preserve">w zakresie objętym Umową, a osoby realizujące w jego imieniu Umowę posiadają odpowiednie kwalifikacje i uprawnienia, niezbędne do należytego wykonywania przedmiotu Umowy. </w:t>
      </w:r>
    </w:p>
    <w:p w14:paraId="51B2E02B" w14:textId="77777777" w:rsid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 xml:space="preserve">Zleceniobiorca oświadcza, że zawarł umowę ubezpieczenia odpowiedzialności cywilnej, </w:t>
      </w:r>
      <w:r w:rsidRPr="0033114C">
        <w:rPr>
          <w:rFonts w:ascii="Arial" w:hAnsi="Arial" w:cs="Arial"/>
          <w:lang w:eastAsia="pl-PL"/>
        </w:rPr>
        <w:br/>
        <w:t xml:space="preserve">zgodnie z rozporządzeniem Ministra Finansów z dnia 29 kwietnia 2019 r. w sprawie </w:t>
      </w:r>
      <w:r w:rsidRPr="0033114C">
        <w:rPr>
          <w:rFonts w:ascii="Arial" w:hAnsi="Arial" w:cs="Arial"/>
          <w:lang w:eastAsia="pl-PL"/>
        </w:rPr>
        <w:br/>
        <w:t xml:space="preserve">obowiązkowego ubezpieczenia odpowiedzialności cywilnej podmiotu wykonującego </w:t>
      </w:r>
      <w:r w:rsidRPr="0033114C">
        <w:rPr>
          <w:rFonts w:ascii="Arial" w:hAnsi="Arial" w:cs="Arial"/>
          <w:lang w:eastAsia="pl-PL"/>
        </w:rPr>
        <w:br/>
        <w:t xml:space="preserve">działalność leczniczą (Dz. U. z 2019 r. poz. 866). </w:t>
      </w:r>
    </w:p>
    <w:p w14:paraId="05534939" w14:textId="77777777" w:rsid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lastRenderedPageBreak/>
        <w:t xml:space="preserve">Zleceniobiorca przekaże kopię umowy/polisy, o której mowa w ust. </w:t>
      </w:r>
      <w:r>
        <w:rPr>
          <w:rFonts w:ascii="Arial" w:hAnsi="Arial" w:cs="Arial"/>
          <w:lang w:eastAsia="pl-PL"/>
        </w:rPr>
        <w:t>5</w:t>
      </w:r>
      <w:r w:rsidRPr="0033114C">
        <w:rPr>
          <w:rFonts w:ascii="Arial" w:hAnsi="Arial" w:cs="Arial"/>
          <w:lang w:eastAsia="pl-PL"/>
        </w:rPr>
        <w:t xml:space="preserve">, w dniu zawarcia </w:t>
      </w:r>
      <w:r w:rsidRPr="0033114C">
        <w:rPr>
          <w:rFonts w:ascii="Arial" w:hAnsi="Arial" w:cs="Arial"/>
          <w:lang w:eastAsia="pl-PL"/>
        </w:rPr>
        <w:br/>
        <w:t xml:space="preserve">Umowy. </w:t>
      </w:r>
    </w:p>
    <w:p w14:paraId="0CBF6BEE" w14:textId="3FFB16C6" w:rsidR="0033114C" w:rsidRPr="0033114C" w:rsidRDefault="0033114C" w:rsidP="0033114C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33114C">
        <w:rPr>
          <w:rFonts w:ascii="Arial" w:hAnsi="Arial" w:cs="Arial"/>
          <w:lang w:eastAsia="pl-PL"/>
        </w:rPr>
        <w:t xml:space="preserve">Świadczenie usług, o których mowa w § 1, będzie wykonywane wyłącznie na podstawie </w:t>
      </w:r>
      <w:r w:rsidRPr="0033114C">
        <w:rPr>
          <w:rFonts w:ascii="Arial" w:hAnsi="Arial" w:cs="Arial"/>
          <w:lang w:eastAsia="pl-PL"/>
        </w:rPr>
        <w:br/>
        <w:t xml:space="preserve">skierowania wystawionego przez Zleceniodawcę - zgodnie z § 4 Rozporządzenia Ministra </w:t>
      </w:r>
      <w:r w:rsidRPr="0033114C">
        <w:rPr>
          <w:rFonts w:ascii="Arial" w:hAnsi="Arial" w:cs="Arial"/>
          <w:lang w:eastAsia="pl-PL"/>
        </w:rPr>
        <w:br/>
        <w:t xml:space="preserve">Zdrowia i Opieki Społecznej z dnia 30 maja 1996 roku w sprawie przeprowadzania badań </w:t>
      </w:r>
      <w:r w:rsidRPr="0033114C">
        <w:rPr>
          <w:rFonts w:ascii="Arial" w:hAnsi="Arial" w:cs="Arial"/>
          <w:lang w:eastAsia="pl-PL"/>
        </w:rPr>
        <w:br/>
        <w:t>lekarskich pracowników, zakresu profilaktycznej opieki zdrowotnej nad pracownikami</w:t>
      </w:r>
      <w:r w:rsidR="001650A8">
        <w:rPr>
          <w:rFonts w:ascii="Arial" w:hAnsi="Arial" w:cs="Arial"/>
          <w:lang w:eastAsia="pl-PL"/>
        </w:rPr>
        <w:t xml:space="preserve"> </w:t>
      </w:r>
      <w:r w:rsidRPr="0033114C">
        <w:rPr>
          <w:rFonts w:ascii="Arial" w:hAnsi="Arial" w:cs="Arial"/>
          <w:lang w:eastAsia="pl-PL"/>
        </w:rPr>
        <w:t>oraz orzeczeń lekarskich wydawanych do celów przewidzianych w Kodeksie Pracy (</w:t>
      </w:r>
      <w:r w:rsidR="001650A8" w:rsidRPr="0033114C">
        <w:rPr>
          <w:rFonts w:ascii="Arial" w:hAnsi="Arial" w:cs="Arial"/>
          <w:lang w:eastAsia="pl-PL"/>
        </w:rPr>
        <w:t>Dz. U. z 2020r., poz. 1320 ze zm.</w:t>
      </w:r>
      <w:r w:rsidRPr="0033114C">
        <w:rPr>
          <w:rFonts w:ascii="Arial" w:hAnsi="Arial" w:cs="Arial"/>
          <w:lang w:eastAsia="pl-PL"/>
        </w:rPr>
        <w:t>)</w:t>
      </w:r>
      <w:r w:rsidR="001650A8">
        <w:rPr>
          <w:rFonts w:ascii="Arial" w:hAnsi="Arial" w:cs="Arial"/>
          <w:lang w:eastAsia="pl-PL"/>
        </w:rPr>
        <w:t>.</w:t>
      </w:r>
    </w:p>
    <w:p w14:paraId="583CE47E" w14:textId="77777777" w:rsidR="00237F45" w:rsidRPr="00052D1A" w:rsidRDefault="00237F45" w:rsidP="006C18F0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14:paraId="43250246" w14:textId="75D7FC20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bookmarkStart w:id="4" w:name="_Hlk87963023"/>
      <w:r w:rsidRPr="00557ACE">
        <w:rPr>
          <w:rFonts w:ascii="Arial" w:hAnsi="Arial" w:cs="Arial"/>
          <w:b/>
          <w:lang w:eastAsia="pl-PL"/>
        </w:rPr>
        <w:t xml:space="preserve">§ </w:t>
      </w:r>
      <w:bookmarkEnd w:id="4"/>
      <w:r w:rsidR="006C18F0">
        <w:rPr>
          <w:rFonts w:ascii="Arial" w:hAnsi="Arial" w:cs="Arial"/>
          <w:b/>
          <w:lang w:eastAsia="pl-PL"/>
        </w:rPr>
        <w:t>5</w:t>
      </w:r>
    </w:p>
    <w:p w14:paraId="743A9C42" w14:textId="091F8F75" w:rsidR="00405A22" w:rsidRPr="00557ACE" w:rsidRDefault="00405A22" w:rsidP="00FD7054">
      <w:pPr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ROZWIĄZANIE</w:t>
      </w:r>
      <w:r w:rsidR="006C18F0">
        <w:rPr>
          <w:rFonts w:ascii="Arial" w:hAnsi="Arial" w:cs="Arial"/>
          <w:b/>
          <w:lang w:eastAsia="pl-PL"/>
        </w:rPr>
        <w:t>/ ODSTĄPIENIE OD</w:t>
      </w:r>
      <w:r w:rsidRPr="00557ACE">
        <w:rPr>
          <w:rFonts w:ascii="Arial" w:hAnsi="Arial" w:cs="Arial"/>
          <w:b/>
          <w:lang w:eastAsia="pl-PL"/>
        </w:rPr>
        <w:t xml:space="preserve"> UMOWY</w:t>
      </w:r>
      <w:r w:rsidR="00BE0E6F">
        <w:rPr>
          <w:rFonts w:ascii="Arial" w:hAnsi="Arial" w:cs="Arial"/>
          <w:b/>
          <w:lang w:eastAsia="pl-PL"/>
        </w:rPr>
        <w:t xml:space="preserve"> </w:t>
      </w:r>
      <w:r w:rsidR="006C18F0">
        <w:rPr>
          <w:rFonts w:ascii="Arial" w:hAnsi="Arial" w:cs="Arial"/>
          <w:b/>
          <w:lang w:eastAsia="pl-PL"/>
        </w:rPr>
        <w:br/>
      </w:r>
      <w:r w:rsidR="002C6C1F">
        <w:rPr>
          <w:rFonts w:ascii="Arial" w:hAnsi="Arial" w:cs="Arial"/>
          <w:b/>
          <w:lang w:eastAsia="pl-PL"/>
        </w:rPr>
        <w:t>ORAZ</w:t>
      </w:r>
      <w:r w:rsidR="00BE0E6F">
        <w:rPr>
          <w:rFonts w:ascii="Arial" w:hAnsi="Arial" w:cs="Arial"/>
          <w:b/>
          <w:lang w:eastAsia="pl-PL"/>
        </w:rPr>
        <w:t xml:space="preserve"> KARY UMOWNE</w:t>
      </w:r>
    </w:p>
    <w:p w14:paraId="16D789F4" w14:textId="02CCC26F" w:rsidR="002C6C1F" w:rsidRPr="002C6C1F" w:rsidRDefault="002C6C1F" w:rsidP="002C6C1F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 xml:space="preserve">W  razie  nie  wykonania  lub  nienależytego  wykonania  zobowiązań  Umowy,  Zleceniodawcy przysługuje prawo do:  </w:t>
      </w:r>
    </w:p>
    <w:p w14:paraId="1479BE09" w14:textId="10853A10" w:rsidR="002C6C1F" w:rsidRPr="002C6C1F" w:rsidRDefault="002C6C1F" w:rsidP="002C6C1F">
      <w:pPr>
        <w:pStyle w:val="Akapitzlist"/>
        <w:numPr>
          <w:ilvl w:val="1"/>
          <w:numId w:val="22"/>
        </w:numPr>
        <w:spacing w:after="0"/>
        <w:ind w:left="567" w:hanging="283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>odstąpienia od Umowy i naliczenia kary umownej w wysokości 10% wartości Umowy brutto</w:t>
      </w:r>
      <w:r w:rsidR="001116F1">
        <w:rPr>
          <w:rFonts w:ascii="Arial" w:hAnsi="Arial" w:cs="Arial"/>
          <w:bCs/>
          <w:lang w:eastAsia="pl-PL"/>
        </w:rPr>
        <w:t>,</w:t>
      </w:r>
      <w:r w:rsidRPr="002C6C1F">
        <w:rPr>
          <w:rFonts w:ascii="Arial" w:hAnsi="Arial" w:cs="Arial"/>
          <w:bCs/>
          <w:lang w:eastAsia="pl-PL"/>
        </w:rPr>
        <w:t xml:space="preserve"> </w:t>
      </w:r>
      <w:bookmarkStart w:id="5" w:name="_Hlk87963236"/>
      <w:r>
        <w:rPr>
          <w:rFonts w:ascii="Arial" w:hAnsi="Arial" w:cs="Arial"/>
          <w:bCs/>
          <w:lang w:eastAsia="pl-PL"/>
        </w:rPr>
        <w:t xml:space="preserve">o której mowa w </w:t>
      </w:r>
      <w:r w:rsidRPr="002C6C1F">
        <w:rPr>
          <w:rFonts w:ascii="Arial" w:hAnsi="Arial" w:cs="Arial"/>
          <w:bCs/>
          <w:lang w:eastAsia="pl-PL"/>
        </w:rPr>
        <w:t>§</w:t>
      </w:r>
      <w:r>
        <w:rPr>
          <w:rFonts w:ascii="Arial" w:hAnsi="Arial" w:cs="Arial"/>
          <w:bCs/>
          <w:lang w:eastAsia="pl-PL"/>
        </w:rPr>
        <w:t xml:space="preserve"> 3 ust. 1</w:t>
      </w:r>
      <w:bookmarkEnd w:id="5"/>
      <w:r w:rsidR="001116F1">
        <w:rPr>
          <w:rFonts w:ascii="Arial" w:hAnsi="Arial" w:cs="Arial"/>
          <w:bCs/>
          <w:lang w:eastAsia="pl-PL"/>
        </w:rPr>
        <w:t xml:space="preserve"> lub</w:t>
      </w:r>
      <w:r w:rsidRPr="002C6C1F">
        <w:rPr>
          <w:rFonts w:ascii="Arial" w:hAnsi="Arial" w:cs="Arial"/>
          <w:bCs/>
          <w:lang w:eastAsia="pl-PL"/>
        </w:rPr>
        <w:t xml:space="preserve">; </w:t>
      </w:r>
    </w:p>
    <w:p w14:paraId="1D7C2388" w14:textId="3A18342D" w:rsidR="002C6C1F" w:rsidRPr="002C6C1F" w:rsidRDefault="002C6C1F" w:rsidP="002C6C1F">
      <w:pPr>
        <w:pStyle w:val="Akapitzlist"/>
        <w:numPr>
          <w:ilvl w:val="1"/>
          <w:numId w:val="22"/>
        </w:numPr>
        <w:spacing w:after="0"/>
        <w:ind w:left="567" w:hanging="283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>naliczenia kary umownej w wysokości 10% wartości Umowy brutto</w:t>
      </w:r>
      <w:r w:rsidR="001116F1">
        <w:rPr>
          <w:rFonts w:ascii="Arial" w:hAnsi="Arial" w:cs="Arial"/>
          <w:bCs/>
          <w:lang w:eastAsia="pl-PL"/>
        </w:rPr>
        <w:t>,</w:t>
      </w:r>
      <w:r w:rsidR="001116F1" w:rsidRPr="001116F1">
        <w:rPr>
          <w:rFonts w:ascii="Arial" w:hAnsi="Arial" w:cs="Arial"/>
          <w:bCs/>
          <w:lang w:eastAsia="pl-PL"/>
        </w:rPr>
        <w:t xml:space="preserve"> </w:t>
      </w:r>
      <w:r w:rsidR="001116F1">
        <w:rPr>
          <w:rFonts w:ascii="Arial" w:hAnsi="Arial" w:cs="Arial"/>
          <w:bCs/>
          <w:lang w:eastAsia="pl-PL"/>
        </w:rPr>
        <w:t xml:space="preserve">o której mowa w </w:t>
      </w:r>
      <w:r w:rsidR="001116F1" w:rsidRPr="002C6C1F">
        <w:rPr>
          <w:rFonts w:ascii="Arial" w:hAnsi="Arial" w:cs="Arial"/>
          <w:bCs/>
          <w:lang w:eastAsia="pl-PL"/>
        </w:rPr>
        <w:t>§</w:t>
      </w:r>
      <w:r w:rsidR="001116F1">
        <w:rPr>
          <w:rFonts w:ascii="Arial" w:hAnsi="Arial" w:cs="Arial"/>
          <w:bCs/>
          <w:lang w:eastAsia="pl-PL"/>
        </w:rPr>
        <w:t xml:space="preserve"> 3 ust. 1</w:t>
      </w:r>
      <w:r w:rsidRPr="002C6C1F">
        <w:rPr>
          <w:rFonts w:ascii="Arial" w:hAnsi="Arial" w:cs="Arial"/>
          <w:bCs/>
          <w:lang w:eastAsia="pl-PL"/>
        </w:rPr>
        <w:t xml:space="preserve">. </w:t>
      </w:r>
    </w:p>
    <w:p w14:paraId="0A46E84A" w14:textId="1531FF34" w:rsidR="002C6C1F" w:rsidRPr="002C6C1F" w:rsidRDefault="002C6C1F" w:rsidP="002C6C1F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>W przypadku opóźnienia w wykonaniu przedmiotu umowy  tj. przekroczenia termin</w:t>
      </w:r>
      <w:r w:rsidR="001116F1">
        <w:rPr>
          <w:rFonts w:ascii="Arial" w:hAnsi="Arial" w:cs="Arial"/>
          <w:bCs/>
          <w:lang w:eastAsia="pl-PL"/>
        </w:rPr>
        <w:t>u na wykonanie poszczególnych badań, o którym mowa w załączniku nr 1, pkt 4, lit. e do umowy</w:t>
      </w:r>
      <w:r w:rsidRPr="002C6C1F">
        <w:rPr>
          <w:rFonts w:ascii="Arial" w:hAnsi="Arial" w:cs="Arial"/>
          <w:bCs/>
          <w:lang w:eastAsia="pl-PL"/>
        </w:rPr>
        <w:t xml:space="preserve">, Zleceniobiorca zobowiązany jest do zapłaty kary umownej w wysokości 0,5% wartości brutto wynagrodzenia wskazanego w § 5 ust. 1 za każdy rozpoczęty dzień opóźnienia. </w:t>
      </w:r>
    </w:p>
    <w:p w14:paraId="7F8F2F7E" w14:textId="784D76AC" w:rsidR="002C6C1F" w:rsidRPr="002C6C1F" w:rsidRDefault="002C6C1F" w:rsidP="00F71545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 xml:space="preserve">W  przypadku  naliczenia  przez  Zleceniodawcę  kary umownej jej kwota może być potrącona z wynagrodzenia należnego Zleceniobiorcy. </w:t>
      </w:r>
    </w:p>
    <w:p w14:paraId="27BA0791" w14:textId="77777777" w:rsidR="005141A7" w:rsidRDefault="002C6C1F" w:rsidP="00F71545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2C6C1F">
        <w:rPr>
          <w:rFonts w:ascii="Arial" w:hAnsi="Arial" w:cs="Arial"/>
          <w:bCs/>
          <w:lang w:eastAsia="pl-PL"/>
        </w:rPr>
        <w:t>Strony mogą dochodzić odszkodowania przewyższającego karę umowną na zasadach ogólnych w zakresie wykraczającym poza naliczone kary umowne</w:t>
      </w:r>
      <w:r w:rsidR="005141A7">
        <w:rPr>
          <w:rFonts w:ascii="Arial" w:hAnsi="Arial" w:cs="Arial"/>
          <w:bCs/>
          <w:lang w:eastAsia="pl-PL"/>
        </w:rPr>
        <w:t>.</w:t>
      </w:r>
    </w:p>
    <w:p w14:paraId="29CF621E" w14:textId="77777777" w:rsidR="005141A7" w:rsidRPr="005141A7" w:rsidRDefault="005141A7" w:rsidP="00F71545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5141A7">
        <w:rPr>
          <w:rFonts w:ascii="Arial" w:hAnsi="Arial" w:cs="Arial"/>
          <w:lang w:eastAsia="pl-PL"/>
        </w:rPr>
        <w:t xml:space="preserve">Zleceniodawcy przysługuje prawo rozwiązania Umowy w trybie natychmiastowym w razie otrzymania z wojewódzkiego ośrodka medycyny pracy wniosku, o którym mowa w  art. 18 ustawy z dnia 27 czerwca 1997 r. o służbie medycyny pracy (tj. z. U. z 2019 r. poz. 1175), stwierdzającego  powstanie  istotnych  uchybień  dotyczących  trybu,  zakresu  i  jakości udzielanych świadczeń zdrowotnych lub sprawowania opieki zdrowotnej.  </w:t>
      </w:r>
    </w:p>
    <w:p w14:paraId="0E68821B" w14:textId="58F7248A" w:rsidR="00405A22" w:rsidRPr="001650A8" w:rsidRDefault="005141A7" w:rsidP="00F71545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/>
          <w:lang w:eastAsia="pl-PL"/>
        </w:rPr>
      </w:pPr>
      <w:r w:rsidRPr="005141A7">
        <w:rPr>
          <w:rFonts w:ascii="Arial" w:hAnsi="Arial" w:cs="Arial"/>
          <w:lang w:eastAsia="pl-PL"/>
        </w:rPr>
        <w:t>Stronom  przysługuje  prawo  do  rozwiązania  Umowy  z  zachowaniem</w:t>
      </w:r>
      <w:r w:rsidR="001650A8">
        <w:rPr>
          <w:rFonts w:ascii="Arial" w:hAnsi="Arial" w:cs="Arial"/>
          <w:lang w:eastAsia="pl-PL"/>
        </w:rPr>
        <w:t xml:space="preserve"> </w:t>
      </w:r>
      <w:r w:rsidRPr="005141A7">
        <w:rPr>
          <w:rFonts w:ascii="Arial" w:hAnsi="Arial" w:cs="Arial"/>
          <w:lang w:eastAsia="pl-PL"/>
        </w:rPr>
        <w:t>jednomiesięcznego okresu wypowiedzenia ze skutkiem na koniec miesiąca kalendarzowego.</w:t>
      </w:r>
    </w:p>
    <w:p w14:paraId="1C41B719" w14:textId="77777777" w:rsidR="001650A8" w:rsidRPr="005141A7" w:rsidRDefault="001650A8" w:rsidP="001650A8">
      <w:pPr>
        <w:pStyle w:val="Akapitzlist"/>
        <w:spacing w:after="0"/>
        <w:ind w:left="284"/>
        <w:jc w:val="both"/>
        <w:rPr>
          <w:rFonts w:ascii="Arial" w:hAnsi="Arial" w:cs="Arial"/>
          <w:bCs/>
          <w:lang w:eastAsia="pl-PL"/>
        </w:rPr>
      </w:pPr>
    </w:p>
    <w:p w14:paraId="5A53F011" w14:textId="6A661037" w:rsidR="00405A22" w:rsidRPr="00557ACE" w:rsidRDefault="00405A22" w:rsidP="00405A22">
      <w:pPr>
        <w:spacing w:after="0"/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 xml:space="preserve">§ </w:t>
      </w:r>
      <w:r w:rsidR="00F71545">
        <w:rPr>
          <w:rFonts w:ascii="Arial" w:hAnsi="Arial" w:cs="Arial"/>
          <w:b/>
          <w:lang w:eastAsia="pl-PL"/>
        </w:rPr>
        <w:t>8</w:t>
      </w:r>
    </w:p>
    <w:p w14:paraId="2F704BA4" w14:textId="5D4E9203" w:rsidR="00405A22" w:rsidRPr="00557ACE" w:rsidRDefault="00405A22" w:rsidP="00FD7054">
      <w:pPr>
        <w:rPr>
          <w:rFonts w:ascii="Arial" w:hAnsi="Arial" w:cs="Arial"/>
          <w:b/>
          <w:lang w:eastAsia="pl-PL"/>
        </w:rPr>
      </w:pPr>
      <w:r w:rsidRPr="00557ACE">
        <w:rPr>
          <w:rFonts w:ascii="Arial" w:hAnsi="Arial" w:cs="Arial"/>
          <w:b/>
          <w:lang w:eastAsia="pl-PL"/>
        </w:rPr>
        <w:t>POSTANOWIENIA KOŃCOWE</w:t>
      </w:r>
    </w:p>
    <w:p w14:paraId="02129917" w14:textId="63FE99DB" w:rsidR="00405A22" w:rsidRPr="0012630D" w:rsidRDefault="00F71545" w:rsidP="00D44817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Zleceniobi</w:t>
      </w:r>
      <w:r w:rsidR="001650A8">
        <w:rPr>
          <w:rFonts w:ascii="Arial" w:hAnsi="Arial" w:cs="Arial"/>
          <w:lang w:eastAsia="pl-PL"/>
        </w:rPr>
        <w:t>o</w:t>
      </w:r>
      <w:r>
        <w:rPr>
          <w:rFonts w:ascii="Arial" w:hAnsi="Arial" w:cs="Arial"/>
          <w:lang w:eastAsia="pl-PL"/>
        </w:rPr>
        <w:t>rca</w:t>
      </w:r>
      <w:r w:rsidR="00405A22" w:rsidRPr="00A574CF">
        <w:rPr>
          <w:rFonts w:ascii="Arial" w:hAnsi="Arial" w:cs="Arial"/>
          <w:lang w:eastAsia="pl-PL"/>
        </w:rPr>
        <w:t xml:space="preserve"> oświadcza, że zapoznał się z zasadami Polityki Środowiskowej </w:t>
      </w:r>
      <w:r w:rsidR="00405A22" w:rsidRPr="0012630D">
        <w:rPr>
          <w:rFonts w:ascii="Arial" w:hAnsi="Arial" w:cs="Arial"/>
          <w:lang w:eastAsia="pl-PL"/>
        </w:rPr>
        <w:t xml:space="preserve">Regionalnej Dyrekcji Ochrony Środowiska w Gdańsku, opublikowanymi na stronie </w:t>
      </w:r>
      <w:hyperlink r:id="rId8" w:history="1">
        <w:r w:rsidR="009761AA" w:rsidRPr="0012630D">
          <w:rPr>
            <w:rStyle w:val="Hipercze"/>
            <w:rFonts w:ascii="Arial" w:hAnsi="Arial" w:cs="Arial"/>
            <w:color w:val="auto"/>
          </w:rPr>
          <w:t>https://www.gov.pl/web/rdos-gdansk/system-ekozarzadzania-i-audytu-emas</w:t>
        </w:r>
      </w:hyperlink>
      <w:r w:rsidR="00816CE6" w:rsidRPr="0012630D">
        <w:rPr>
          <w:rFonts w:ascii="Arial" w:hAnsi="Arial" w:cs="Arial"/>
          <w:lang w:eastAsia="pl-PL"/>
        </w:rPr>
        <w:t xml:space="preserve"> </w:t>
      </w:r>
      <w:r w:rsidR="00405A22" w:rsidRPr="0012630D">
        <w:rPr>
          <w:rFonts w:ascii="Arial" w:hAnsi="Arial" w:cs="Arial"/>
          <w:lang w:eastAsia="pl-PL"/>
        </w:rPr>
        <w:t>i zobowiązuje się do ich przestrzegania.</w:t>
      </w:r>
    </w:p>
    <w:p w14:paraId="6C37A890" w14:textId="56BFA76B" w:rsidR="009761AA" w:rsidRPr="0012630D" w:rsidRDefault="009761AA" w:rsidP="00405A22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>Każda zmiana postanowień Umowy wymaga pisemnego aneksu pod rygorem nieważności.</w:t>
      </w:r>
    </w:p>
    <w:p w14:paraId="11869641" w14:textId="1981E759" w:rsidR="009761AA" w:rsidRPr="0012630D" w:rsidRDefault="009761AA" w:rsidP="00405A22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>Wszelkie spory powstałe w związku z realizacją Umowy będą rozpoznawane przez sąd właściwy miejscowo ze względu na siedzibę Zamawiającego</w:t>
      </w:r>
    </w:p>
    <w:p w14:paraId="1E87B7E9" w14:textId="722E1063" w:rsidR="00405A22" w:rsidRPr="0012630D" w:rsidRDefault="00405A22" w:rsidP="00405A22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12630D">
        <w:rPr>
          <w:rFonts w:ascii="Arial" w:hAnsi="Arial" w:cs="Arial"/>
          <w:lang w:eastAsia="pl-PL"/>
        </w:rPr>
        <w:t>W sprawach nieuregulowanych niniejszą umową zastosowanie mają przepisy kodeksu cywilnego.</w:t>
      </w:r>
    </w:p>
    <w:p w14:paraId="752B8A25" w14:textId="284D8DC6" w:rsidR="00405A22" w:rsidRPr="0012630D" w:rsidRDefault="00405A22" w:rsidP="00405A22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12630D">
        <w:rPr>
          <w:rFonts w:ascii="Arial" w:hAnsi="Arial" w:cs="Arial"/>
          <w:lang w:eastAsia="pl-PL"/>
        </w:rPr>
        <w:lastRenderedPageBreak/>
        <w:t xml:space="preserve">Umowa została sporządzona w dwóch </w:t>
      </w:r>
      <w:r w:rsidR="00816CE6" w:rsidRPr="0012630D">
        <w:rPr>
          <w:rFonts w:ascii="Arial" w:hAnsi="Arial" w:cs="Arial"/>
          <w:lang w:eastAsia="pl-PL"/>
        </w:rPr>
        <w:t xml:space="preserve">jednobrzmiących egzemplarzach, </w:t>
      </w:r>
      <w:r w:rsidRPr="0012630D">
        <w:rPr>
          <w:rFonts w:ascii="Arial" w:hAnsi="Arial" w:cs="Arial"/>
          <w:lang w:eastAsia="pl-PL"/>
        </w:rPr>
        <w:t>po jednym dla każdej ze stron.</w:t>
      </w:r>
    </w:p>
    <w:p w14:paraId="1F8A2319" w14:textId="77777777" w:rsidR="009761AA" w:rsidRPr="0012630D" w:rsidRDefault="009761AA" w:rsidP="009761AA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>Integralną część Umowy stanowią następujące Załączniki:</w:t>
      </w:r>
    </w:p>
    <w:p w14:paraId="1171310E" w14:textId="304009F3" w:rsidR="009761AA" w:rsidRPr="0012630D" w:rsidRDefault="009761AA" w:rsidP="009761AA">
      <w:pPr>
        <w:spacing w:after="0"/>
        <w:ind w:left="539"/>
        <w:jc w:val="both"/>
        <w:rPr>
          <w:rFonts w:ascii="Arial" w:eastAsia="Times New Roman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>Załącznik nr 1 –</w:t>
      </w:r>
      <w:r w:rsidR="009B4F9A" w:rsidRPr="0012630D">
        <w:rPr>
          <w:rFonts w:ascii="Arial" w:eastAsia="Times New Roman" w:hAnsi="Arial" w:cs="Arial"/>
          <w:lang w:eastAsia="pl-PL"/>
        </w:rPr>
        <w:t>Opis przedmiotu zamówienia</w:t>
      </w:r>
    </w:p>
    <w:p w14:paraId="3E7397B0" w14:textId="2309AA01" w:rsidR="009761AA" w:rsidRPr="0012630D" w:rsidRDefault="009761AA" w:rsidP="009761AA">
      <w:pPr>
        <w:spacing w:after="0"/>
        <w:ind w:left="539"/>
        <w:jc w:val="both"/>
        <w:rPr>
          <w:rFonts w:ascii="Arial" w:eastAsia="Times New Roman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 xml:space="preserve">Załącznik nr 2 – </w:t>
      </w:r>
      <w:r w:rsidR="00F71545">
        <w:rPr>
          <w:rFonts w:ascii="Arial" w:eastAsia="Times New Roman" w:hAnsi="Arial" w:cs="Arial"/>
          <w:lang w:eastAsia="pl-PL"/>
        </w:rPr>
        <w:t>Oferta</w:t>
      </w:r>
    </w:p>
    <w:p w14:paraId="738F1E37" w14:textId="0C746C69" w:rsidR="009761AA" w:rsidRPr="0012630D" w:rsidRDefault="009761AA" w:rsidP="009761AA">
      <w:pPr>
        <w:spacing w:after="0"/>
        <w:ind w:left="539"/>
        <w:jc w:val="both"/>
        <w:rPr>
          <w:rFonts w:ascii="Arial" w:eastAsia="Times New Roman" w:hAnsi="Arial" w:cs="Arial"/>
          <w:lang w:eastAsia="pl-PL"/>
        </w:rPr>
      </w:pPr>
      <w:r w:rsidRPr="0012630D">
        <w:rPr>
          <w:rFonts w:ascii="Arial" w:eastAsia="Times New Roman" w:hAnsi="Arial" w:cs="Arial"/>
          <w:lang w:eastAsia="pl-PL"/>
        </w:rPr>
        <w:t xml:space="preserve">Załącznik nr 3 – </w:t>
      </w:r>
      <w:r w:rsidR="00F71545">
        <w:rPr>
          <w:rFonts w:ascii="Arial" w:eastAsia="Times New Roman" w:hAnsi="Arial" w:cs="Arial"/>
          <w:lang w:eastAsia="pl-PL"/>
        </w:rPr>
        <w:t>Umowa o powierzeniu przetwarzana danych osobowych</w:t>
      </w:r>
      <w:r w:rsidRPr="0012630D">
        <w:rPr>
          <w:rFonts w:ascii="Arial" w:eastAsia="Times New Roman" w:hAnsi="Arial" w:cs="Arial"/>
          <w:lang w:eastAsia="pl-PL"/>
        </w:rPr>
        <w:t xml:space="preserve">   </w:t>
      </w:r>
    </w:p>
    <w:p w14:paraId="548717AB" w14:textId="77777777" w:rsidR="009761AA" w:rsidRPr="0093080D" w:rsidRDefault="009761AA" w:rsidP="009761AA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244B4A7" w14:textId="77777777" w:rsidR="009761AA" w:rsidRPr="009B4F9A" w:rsidRDefault="009761AA" w:rsidP="009B4F9A">
      <w:pPr>
        <w:spacing w:after="0"/>
        <w:jc w:val="both"/>
        <w:rPr>
          <w:rFonts w:ascii="Arial" w:hAnsi="Arial" w:cs="Arial"/>
          <w:lang w:eastAsia="pl-PL"/>
        </w:rPr>
      </w:pPr>
    </w:p>
    <w:p w14:paraId="225FB6A3" w14:textId="05934532" w:rsidR="00405A22" w:rsidRDefault="00405A22" w:rsidP="00405A22">
      <w:pPr>
        <w:jc w:val="both"/>
        <w:rPr>
          <w:rFonts w:ascii="Arial" w:hAnsi="Arial" w:cs="Arial"/>
        </w:rPr>
      </w:pPr>
    </w:p>
    <w:p w14:paraId="5F60CCB0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1F997613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53AF67E1" w14:textId="77777777" w:rsidR="00405A22" w:rsidRDefault="00405A22" w:rsidP="00405A22">
      <w:pPr>
        <w:jc w:val="both"/>
        <w:rPr>
          <w:rFonts w:ascii="Arial" w:hAnsi="Arial" w:cs="Arial"/>
        </w:rPr>
      </w:pPr>
    </w:p>
    <w:p w14:paraId="0B30FF34" w14:textId="77777777" w:rsidR="00405A22" w:rsidRDefault="00405A22" w:rsidP="00405A22">
      <w:pPr>
        <w:jc w:val="both"/>
        <w:rPr>
          <w:rFonts w:ascii="Arial" w:hAnsi="Arial" w:cs="Arial"/>
        </w:rPr>
      </w:pPr>
    </w:p>
    <w:p w14:paraId="71BB26E9" w14:textId="6FB84A84" w:rsidR="00405A22" w:rsidRPr="00557ACE" w:rsidRDefault="00405A22" w:rsidP="00537FD0">
      <w:pPr>
        <w:rPr>
          <w:rFonts w:ascii="Arial" w:hAnsi="Arial" w:cs="Arial"/>
        </w:rPr>
      </w:pPr>
      <w:r w:rsidRPr="00557ACE">
        <w:rPr>
          <w:rFonts w:ascii="Arial" w:hAnsi="Arial" w:cs="Arial"/>
        </w:rPr>
        <w:t>…………………………….                                                …………………………….</w:t>
      </w:r>
      <w:r w:rsidRPr="00557ACE"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   </w:t>
      </w:r>
      <w:r w:rsidR="009B4F9A">
        <w:rPr>
          <w:rFonts w:ascii="Arial" w:hAnsi="Arial" w:cs="Arial"/>
          <w:b/>
        </w:rPr>
        <w:t xml:space="preserve"> </w:t>
      </w:r>
      <w:r w:rsidR="00535622">
        <w:rPr>
          <w:rFonts w:ascii="Arial" w:hAnsi="Arial" w:cs="Arial"/>
          <w:b/>
        </w:rPr>
        <w:t>Zleceniobiorca</w:t>
      </w:r>
      <w:r w:rsidRPr="00557ACE">
        <w:rPr>
          <w:rFonts w:ascii="Arial" w:hAnsi="Arial" w:cs="Arial"/>
          <w:b/>
        </w:rPr>
        <w:t xml:space="preserve">                                                               </w:t>
      </w:r>
      <w:r w:rsidR="00537FD0">
        <w:rPr>
          <w:rFonts w:ascii="Arial" w:hAnsi="Arial" w:cs="Arial"/>
          <w:b/>
        </w:rPr>
        <w:t xml:space="preserve"> </w:t>
      </w:r>
      <w:r w:rsidR="009B4F9A">
        <w:rPr>
          <w:rFonts w:ascii="Arial" w:hAnsi="Arial" w:cs="Arial"/>
          <w:b/>
        </w:rPr>
        <w:t xml:space="preserve"> </w:t>
      </w:r>
      <w:r w:rsidR="00535622">
        <w:rPr>
          <w:rFonts w:ascii="Arial" w:hAnsi="Arial" w:cs="Arial"/>
          <w:b/>
        </w:rPr>
        <w:t>Zleceniodawca</w:t>
      </w:r>
    </w:p>
    <w:p w14:paraId="33D09B40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64E0C196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1D6F8171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59C59FBF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0D8E381C" w14:textId="77777777" w:rsidR="00405A22" w:rsidRPr="00557ACE" w:rsidRDefault="00405A22" w:rsidP="00405A22">
      <w:pPr>
        <w:jc w:val="both"/>
        <w:rPr>
          <w:rFonts w:ascii="Arial" w:hAnsi="Arial" w:cs="Arial"/>
        </w:rPr>
      </w:pPr>
    </w:p>
    <w:p w14:paraId="14A612A2" w14:textId="5E94B44B" w:rsidR="00816CE6" w:rsidRDefault="00816CE6" w:rsidP="00405A22">
      <w:pPr>
        <w:jc w:val="right"/>
        <w:rPr>
          <w:rFonts w:ascii="Arial" w:hAnsi="Arial" w:cs="Arial"/>
        </w:rPr>
      </w:pPr>
    </w:p>
    <w:p w14:paraId="09D59C48" w14:textId="62D9335F" w:rsidR="009B4F9A" w:rsidRDefault="009B4F9A" w:rsidP="00405A22">
      <w:pPr>
        <w:jc w:val="right"/>
        <w:rPr>
          <w:rFonts w:ascii="Arial" w:hAnsi="Arial" w:cs="Arial"/>
        </w:rPr>
      </w:pPr>
    </w:p>
    <w:p w14:paraId="4194ACB6" w14:textId="7FB29CDA" w:rsidR="009B4F9A" w:rsidRDefault="009B4F9A" w:rsidP="00405A22">
      <w:pPr>
        <w:jc w:val="right"/>
        <w:rPr>
          <w:rFonts w:ascii="Arial" w:hAnsi="Arial" w:cs="Arial"/>
        </w:rPr>
      </w:pPr>
    </w:p>
    <w:p w14:paraId="02385621" w14:textId="464CD813" w:rsidR="009B4F9A" w:rsidRDefault="009B4F9A" w:rsidP="00405A22">
      <w:pPr>
        <w:jc w:val="right"/>
        <w:rPr>
          <w:rFonts w:ascii="Arial" w:hAnsi="Arial" w:cs="Arial"/>
        </w:rPr>
      </w:pPr>
    </w:p>
    <w:p w14:paraId="0D0A3191" w14:textId="5B1C37EE" w:rsidR="009B4F9A" w:rsidRDefault="009B4F9A" w:rsidP="00405A22">
      <w:pPr>
        <w:jc w:val="right"/>
        <w:rPr>
          <w:rFonts w:ascii="Arial" w:hAnsi="Arial" w:cs="Arial"/>
        </w:rPr>
      </w:pPr>
    </w:p>
    <w:p w14:paraId="649A7E66" w14:textId="15F00033" w:rsidR="009B4F9A" w:rsidRDefault="009B4F9A" w:rsidP="00405A22">
      <w:pPr>
        <w:jc w:val="right"/>
        <w:rPr>
          <w:rFonts w:ascii="Arial" w:hAnsi="Arial" w:cs="Arial"/>
        </w:rPr>
      </w:pPr>
    </w:p>
    <w:p w14:paraId="334462A5" w14:textId="77777777" w:rsidR="009B4F9A" w:rsidRDefault="009B4F9A" w:rsidP="00405A22">
      <w:pPr>
        <w:jc w:val="right"/>
        <w:rPr>
          <w:rFonts w:ascii="Arial" w:hAnsi="Arial" w:cs="Arial"/>
        </w:rPr>
      </w:pPr>
    </w:p>
    <w:sectPr w:rsidR="009B4F9A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F7F28" w14:textId="77777777" w:rsidR="00D02C65" w:rsidRDefault="00D02C65" w:rsidP="000F38F9">
      <w:pPr>
        <w:spacing w:after="0"/>
      </w:pPr>
      <w:r>
        <w:separator/>
      </w:r>
    </w:p>
  </w:endnote>
  <w:endnote w:type="continuationSeparator" w:id="0">
    <w:p w14:paraId="57529D84" w14:textId="77777777" w:rsidR="00D02C65" w:rsidRDefault="00D02C65" w:rsidP="000F38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80848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8B5EC5E" w14:textId="79AF9C3B" w:rsidR="00907E1A" w:rsidRPr="001650A8" w:rsidRDefault="00D22997" w:rsidP="00D22997">
            <w:pPr>
              <w:pStyle w:val="Stopka"/>
              <w:jc w:val="both"/>
              <w:rPr>
                <w:sz w:val="20"/>
                <w:szCs w:val="20"/>
              </w:rPr>
            </w:pPr>
            <w:r w:rsidRPr="001650A8">
              <w:rPr>
                <w:rFonts w:ascii="Arial" w:hAnsi="Arial" w:cs="Arial"/>
                <w:sz w:val="20"/>
                <w:szCs w:val="20"/>
              </w:rPr>
              <w:t>OI.I.261.2.</w:t>
            </w:r>
            <w:r w:rsidR="001650A8">
              <w:rPr>
                <w:rFonts w:ascii="Arial" w:hAnsi="Arial" w:cs="Arial"/>
                <w:sz w:val="20"/>
                <w:szCs w:val="20"/>
              </w:rPr>
              <w:t>62</w:t>
            </w:r>
            <w:r w:rsidRPr="001650A8">
              <w:rPr>
                <w:rFonts w:ascii="Arial" w:hAnsi="Arial" w:cs="Arial"/>
                <w:sz w:val="20"/>
                <w:szCs w:val="20"/>
              </w:rPr>
              <w:t xml:space="preserve">.2021.AK                                                                                            </w:t>
            </w:r>
            <w:r w:rsidR="001650A8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1650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7E1A" w:rsidRPr="001650A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E47E1" w:rsidRPr="001650A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907E1A" w:rsidRPr="001650A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E47E1" w:rsidRPr="001650A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907E1A" w:rsidRPr="001650A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39901E" w14:textId="77777777" w:rsidR="00907E1A" w:rsidRDefault="00907E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8DFC" w14:textId="7867F3CD" w:rsidR="004A2F36" w:rsidRPr="00425F85" w:rsidRDefault="00D2299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4701096A" wp14:editId="0DD310C9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3D21F" w14:textId="77777777" w:rsidR="00D02C65" w:rsidRDefault="00D02C65" w:rsidP="000F38F9">
      <w:pPr>
        <w:spacing w:after="0"/>
      </w:pPr>
      <w:r>
        <w:separator/>
      </w:r>
    </w:p>
  </w:footnote>
  <w:footnote w:type="continuationSeparator" w:id="0">
    <w:p w14:paraId="3BC56527" w14:textId="77777777" w:rsidR="00D02C65" w:rsidRDefault="00D02C65" w:rsidP="000F38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76154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8031" w14:textId="77777777" w:rsidR="00FF1ACA" w:rsidRDefault="00405A22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97714C3" wp14:editId="186479BF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61C"/>
    <w:multiLevelType w:val="hybridMultilevel"/>
    <w:tmpl w:val="09708762"/>
    <w:lvl w:ilvl="0" w:tplc="ED323556">
      <w:start w:val="1"/>
      <w:numFmt w:val="decimal"/>
      <w:lvlText w:val="%1)"/>
      <w:lvlJc w:val="left"/>
      <w:pPr>
        <w:ind w:left="54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D19C1"/>
    <w:multiLevelType w:val="hybridMultilevel"/>
    <w:tmpl w:val="1728C9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1E3696"/>
    <w:multiLevelType w:val="hybridMultilevel"/>
    <w:tmpl w:val="D11A516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C47211"/>
    <w:multiLevelType w:val="hybridMultilevel"/>
    <w:tmpl w:val="BA2237F6"/>
    <w:lvl w:ilvl="0" w:tplc="C7709D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492355"/>
    <w:multiLevelType w:val="hybridMultilevel"/>
    <w:tmpl w:val="61684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6014"/>
    <w:multiLevelType w:val="hybridMultilevel"/>
    <w:tmpl w:val="5544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20CA0"/>
    <w:multiLevelType w:val="hybridMultilevel"/>
    <w:tmpl w:val="01FC5B80"/>
    <w:lvl w:ilvl="0" w:tplc="BB80C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8886F2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47421"/>
    <w:multiLevelType w:val="hybridMultilevel"/>
    <w:tmpl w:val="B808AC20"/>
    <w:lvl w:ilvl="0" w:tplc="A23EA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41473"/>
    <w:multiLevelType w:val="hybridMultilevel"/>
    <w:tmpl w:val="97422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AD1AA8"/>
    <w:multiLevelType w:val="hybridMultilevel"/>
    <w:tmpl w:val="BEA658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0A1120"/>
    <w:multiLevelType w:val="hybridMultilevel"/>
    <w:tmpl w:val="538CB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4B32"/>
    <w:multiLevelType w:val="hybridMultilevel"/>
    <w:tmpl w:val="BBD8F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012D7"/>
    <w:multiLevelType w:val="hybridMultilevel"/>
    <w:tmpl w:val="5E0C6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E7AB1"/>
    <w:multiLevelType w:val="hybridMultilevel"/>
    <w:tmpl w:val="D94E32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68A6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050BA2"/>
    <w:multiLevelType w:val="hybridMultilevel"/>
    <w:tmpl w:val="1E4A731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E3934A3"/>
    <w:multiLevelType w:val="hybridMultilevel"/>
    <w:tmpl w:val="E7C0330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4A5CAA"/>
    <w:multiLevelType w:val="hybridMultilevel"/>
    <w:tmpl w:val="962A384A"/>
    <w:lvl w:ilvl="0" w:tplc="ED3235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31C534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705F0"/>
    <w:multiLevelType w:val="hybridMultilevel"/>
    <w:tmpl w:val="93221A70"/>
    <w:lvl w:ilvl="0" w:tplc="C11A79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8402D28"/>
    <w:multiLevelType w:val="hybridMultilevel"/>
    <w:tmpl w:val="1E0646B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47622A"/>
    <w:multiLevelType w:val="hybridMultilevel"/>
    <w:tmpl w:val="6A54740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1"/>
  </w:num>
  <w:num w:numId="3">
    <w:abstractNumId w:val="8"/>
  </w:num>
  <w:num w:numId="4">
    <w:abstractNumId w:val="11"/>
  </w:num>
  <w:num w:numId="5">
    <w:abstractNumId w:val="15"/>
  </w:num>
  <w:num w:numId="6">
    <w:abstractNumId w:val="9"/>
  </w:num>
  <w:num w:numId="7">
    <w:abstractNumId w:val="16"/>
  </w:num>
  <w:num w:numId="8">
    <w:abstractNumId w:val="17"/>
  </w:num>
  <w:num w:numId="9">
    <w:abstractNumId w:val="3"/>
  </w:num>
  <w:num w:numId="10">
    <w:abstractNumId w:val="7"/>
  </w:num>
  <w:num w:numId="11">
    <w:abstractNumId w:val="18"/>
  </w:num>
  <w:num w:numId="12">
    <w:abstractNumId w:val="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9"/>
  </w:num>
  <w:num w:numId="20">
    <w:abstractNumId w:val="22"/>
  </w:num>
  <w:num w:numId="21">
    <w:abstractNumId w:val="4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A22"/>
    <w:rsid w:val="00010A42"/>
    <w:rsid w:val="00012B55"/>
    <w:rsid w:val="00030399"/>
    <w:rsid w:val="00037C21"/>
    <w:rsid w:val="00052D1A"/>
    <w:rsid w:val="00062E07"/>
    <w:rsid w:val="00071DCC"/>
    <w:rsid w:val="000B14DF"/>
    <w:rsid w:val="000B64F7"/>
    <w:rsid w:val="000F3813"/>
    <w:rsid w:val="000F38F9"/>
    <w:rsid w:val="000F3F82"/>
    <w:rsid w:val="000F6CE1"/>
    <w:rsid w:val="00103BD2"/>
    <w:rsid w:val="001116F1"/>
    <w:rsid w:val="00117B46"/>
    <w:rsid w:val="0012630D"/>
    <w:rsid w:val="00133683"/>
    <w:rsid w:val="00152CA5"/>
    <w:rsid w:val="001650A8"/>
    <w:rsid w:val="0016613F"/>
    <w:rsid w:val="00175D69"/>
    <w:rsid w:val="001766D0"/>
    <w:rsid w:val="00185270"/>
    <w:rsid w:val="001A12FD"/>
    <w:rsid w:val="001D36C5"/>
    <w:rsid w:val="001E5D3D"/>
    <w:rsid w:val="001F489F"/>
    <w:rsid w:val="002078CB"/>
    <w:rsid w:val="0021715D"/>
    <w:rsid w:val="00221F98"/>
    <w:rsid w:val="00225414"/>
    <w:rsid w:val="00237F45"/>
    <w:rsid w:val="0024534D"/>
    <w:rsid w:val="002833F2"/>
    <w:rsid w:val="00283E0A"/>
    <w:rsid w:val="00297EEB"/>
    <w:rsid w:val="002A2117"/>
    <w:rsid w:val="002A39DF"/>
    <w:rsid w:val="002A628B"/>
    <w:rsid w:val="002C018D"/>
    <w:rsid w:val="002C28AF"/>
    <w:rsid w:val="002C2F07"/>
    <w:rsid w:val="002C5EFC"/>
    <w:rsid w:val="002C6C1F"/>
    <w:rsid w:val="002E195E"/>
    <w:rsid w:val="002F3587"/>
    <w:rsid w:val="0031184D"/>
    <w:rsid w:val="00311BAA"/>
    <w:rsid w:val="00312D02"/>
    <w:rsid w:val="003149CE"/>
    <w:rsid w:val="00325294"/>
    <w:rsid w:val="0033114C"/>
    <w:rsid w:val="0033782F"/>
    <w:rsid w:val="00342586"/>
    <w:rsid w:val="00347123"/>
    <w:rsid w:val="00350DC0"/>
    <w:rsid w:val="0036229F"/>
    <w:rsid w:val="003714E9"/>
    <w:rsid w:val="00383490"/>
    <w:rsid w:val="00383FDD"/>
    <w:rsid w:val="00390E4A"/>
    <w:rsid w:val="003929BA"/>
    <w:rsid w:val="00393829"/>
    <w:rsid w:val="003B0D3A"/>
    <w:rsid w:val="003B53EB"/>
    <w:rsid w:val="003F14C8"/>
    <w:rsid w:val="003F6868"/>
    <w:rsid w:val="00405A22"/>
    <w:rsid w:val="004200CE"/>
    <w:rsid w:val="00425F85"/>
    <w:rsid w:val="0045653F"/>
    <w:rsid w:val="004749D0"/>
    <w:rsid w:val="00476E20"/>
    <w:rsid w:val="004959AC"/>
    <w:rsid w:val="004A2F36"/>
    <w:rsid w:val="004E165F"/>
    <w:rsid w:val="004E6C5D"/>
    <w:rsid w:val="005141A7"/>
    <w:rsid w:val="005156D0"/>
    <w:rsid w:val="00522C1A"/>
    <w:rsid w:val="00533926"/>
    <w:rsid w:val="00535622"/>
    <w:rsid w:val="00537FD0"/>
    <w:rsid w:val="005442A3"/>
    <w:rsid w:val="0054781B"/>
    <w:rsid w:val="00556535"/>
    <w:rsid w:val="00557FD4"/>
    <w:rsid w:val="005665AE"/>
    <w:rsid w:val="005C7609"/>
    <w:rsid w:val="005E1CC4"/>
    <w:rsid w:val="005E34D8"/>
    <w:rsid w:val="005E6145"/>
    <w:rsid w:val="005F0CDD"/>
    <w:rsid w:val="005F4F3B"/>
    <w:rsid w:val="00613C78"/>
    <w:rsid w:val="0062060B"/>
    <w:rsid w:val="0062316B"/>
    <w:rsid w:val="00626F39"/>
    <w:rsid w:val="00633F2F"/>
    <w:rsid w:val="006657C0"/>
    <w:rsid w:val="00677AE7"/>
    <w:rsid w:val="006B4D28"/>
    <w:rsid w:val="006B5080"/>
    <w:rsid w:val="006C18F0"/>
    <w:rsid w:val="006C5D7E"/>
    <w:rsid w:val="00700C6B"/>
    <w:rsid w:val="0070450A"/>
    <w:rsid w:val="00705E77"/>
    <w:rsid w:val="00707092"/>
    <w:rsid w:val="00721AE7"/>
    <w:rsid w:val="0075095D"/>
    <w:rsid w:val="00756CF5"/>
    <w:rsid w:val="007627CA"/>
    <w:rsid w:val="00762D7D"/>
    <w:rsid w:val="007706F0"/>
    <w:rsid w:val="007876CB"/>
    <w:rsid w:val="007A7EBB"/>
    <w:rsid w:val="007B1170"/>
    <w:rsid w:val="007B5595"/>
    <w:rsid w:val="007D7C22"/>
    <w:rsid w:val="007E28EB"/>
    <w:rsid w:val="008041DD"/>
    <w:rsid w:val="008053E2"/>
    <w:rsid w:val="00810016"/>
    <w:rsid w:val="00812CEA"/>
    <w:rsid w:val="00816CE6"/>
    <w:rsid w:val="00845713"/>
    <w:rsid w:val="0085274A"/>
    <w:rsid w:val="00857D83"/>
    <w:rsid w:val="008617B6"/>
    <w:rsid w:val="008674F4"/>
    <w:rsid w:val="008B6E97"/>
    <w:rsid w:val="008D77DE"/>
    <w:rsid w:val="00907E1A"/>
    <w:rsid w:val="009301BF"/>
    <w:rsid w:val="00931212"/>
    <w:rsid w:val="009375FB"/>
    <w:rsid w:val="00951C0C"/>
    <w:rsid w:val="009559EB"/>
    <w:rsid w:val="00961420"/>
    <w:rsid w:val="0096370D"/>
    <w:rsid w:val="009761AA"/>
    <w:rsid w:val="009949ED"/>
    <w:rsid w:val="009A7AF2"/>
    <w:rsid w:val="009B4696"/>
    <w:rsid w:val="009B4F9A"/>
    <w:rsid w:val="009E47E1"/>
    <w:rsid w:val="009E5CA9"/>
    <w:rsid w:val="009F7301"/>
    <w:rsid w:val="00A023E3"/>
    <w:rsid w:val="00A20FE6"/>
    <w:rsid w:val="00A21FE6"/>
    <w:rsid w:val="00A31B45"/>
    <w:rsid w:val="00A429B8"/>
    <w:rsid w:val="00A61476"/>
    <w:rsid w:val="00A66F4C"/>
    <w:rsid w:val="00A912B9"/>
    <w:rsid w:val="00A9313E"/>
    <w:rsid w:val="00AE1E84"/>
    <w:rsid w:val="00AF0B90"/>
    <w:rsid w:val="00B1271A"/>
    <w:rsid w:val="00B12FF7"/>
    <w:rsid w:val="00B34D66"/>
    <w:rsid w:val="00B502B2"/>
    <w:rsid w:val="00B86EF5"/>
    <w:rsid w:val="00B91464"/>
    <w:rsid w:val="00B977DC"/>
    <w:rsid w:val="00BC407A"/>
    <w:rsid w:val="00BC4370"/>
    <w:rsid w:val="00BD1D33"/>
    <w:rsid w:val="00BE0E6F"/>
    <w:rsid w:val="00C030F5"/>
    <w:rsid w:val="00C106CC"/>
    <w:rsid w:val="00C15C8B"/>
    <w:rsid w:val="00C43E92"/>
    <w:rsid w:val="00C76930"/>
    <w:rsid w:val="00CA314A"/>
    <w:rsid w:val="00CD4982"/>
    <w:rsid w:val="00CF136F"/>
    <w:rsid w:val="00D02C65"/>
    <w:rsid w:val="00D06763"/>
    <w:rsid w:val="00D13299"/>
    <w:rsid w:val="00D16970"/>
    <w:rsid w:val="00D173B8"/>
    <w:rsid w:val="00D17EAB"/>
    <w:rsid w:val="00D22997"/>
    <w:rsid w:val="00D26CC4"/>
    <w:rsid w:val="00D32B28"/>
    <w:rsid w:val="00D401B3"/>
    <w:rsid w:val="00D44817"/>
    <w:rsid w:val="00D47B4A"/>
    <w:rsid w:val="00D556EF"/>
    <w:rsid w:val="00D971E8"/>
    <w:rsid w:val="00DA5091"/>
    <w:rsid w:val="00DC071E"/>
    <w:rsid w:val="00DE3A1E"/>
    <w:rsid w:val="00DF3CC7"/>
    <w:rsid w:val="00E1523D"/>
    <w:rsid w:val="00E1684D"/>
    <w:rsid w:val="00E37929"/>
    <w:rsid w:val="00E40E5E"/>
    <w:rsid w:val="00E5354F"/>
    <w:rsid w:val="00E630B3"/>
    <w:rsid w:val="00E732DF"/>
    <w:rsid w:val="00EB38F2"/>
    <w:rsid w:val="00EC221A"/>
    <w:rsid w:val="00EC788E"/>
    <w:rsid w:val="00EE7BA2"/>
    <w:rsid w:val="00F005DC"/>
    <w:rsid w:val="00F12611"/>
    <w:rsid w:val="00F27D06"/>
    <w:rsid w:val="00F318C7"/>
    <w:rsid w:val="00F31C60"/>
    <w:rsid w:val="00F51BD9"/>
    <w:rsid w:val="00F71545"/>
    <w:rsid w:val="00F762F9"/>
    <w:rsid w:val="00FD663F"/>
    <w:rsid w:val="00FD7054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E8CD72"/>
  <w15:docId w15:val="{53E3F47E-F936-4E57-9D15-201CB35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22"/>
    <w:pPr>
      <w:spacing w:after="120"/>
      <w:jc w:val="center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405A22"/>
    <w:pPr>
      <w:spacing w:after="200" w:line="276" w:lineRule="auto"/>
      <w:ind w:left="720"/>
      <w:contextualSpacing/>
      <w:jc w:val="left"/>
    </w:pPr>
  </w:style>
  <w:style w:type="character" w:styleId="Pogrubienie">
    <w:name w:val="Strong"/>
    <w:basedOn w:val="Domylnaczcionkaakapitu"/>
    <w:uiPriority w:val="22"/>
    <w:qFormat/>
    <w:rsid w:val="007627CA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qFormat/>
    <w:locked/>
    <w:rsid w:val="00071DCC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0450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50A"/>
    <w:pPr>
      <w:spacing w:after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50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/system-ekozarzadzania-i-audytu-em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A795-E9EA-4CA9-B072-982AD8CF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643</TotalTime>
  <Pages>4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36</cp:revision>
  <cp:lastPrinted>2021-11-02T09:20:00Z</cp:lastPrinted>
  <dcterms:created xsi:type="dcterms:W3CDTF">2019-11-14T15:00:00Z</dcterms:created>
  <dcterms:modified xsi:type="dcterms:W3CDTF">2021-11-19T10:46:00Z</dcterms:modified>
</cp:coreProperties>
</file>